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14DDF" w:rsidRDefault="00514DDF" w:rsidP="00514DDF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514DDF" w:rsidRDefault="00514DDF" w:rsidP="00514DDF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514DDF" w:rsidRDefault="00514DDF" w:rsidP="00180444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AC4F1B" w:rsidRDefault="0085747A" w:rsidP="00180444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AC4F1B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AC4F1B" w:rsidRDefault="0071620A" w:rsidP="008D5E5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C4F1B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C4F1B">
        <w:rPr>
          <w:rFonts w:ascii="Corbel" w:hAnsi="Corbel"/>
          <w:b/>
          <w:smallCaps/>
          <w:sz w:val="24"/>
          <w:szCs w:val="24"/>
        </w:rPr>
        <w:t xml:space="preserve"> </w:t>
      </w:r>
      <w:r w:rsidR="008D5E55">
        <w:rPr>
          <w:rFonts w:ascii="Corbel" w:hAnsi="Corbel"/>
          <w:b/>
          <w:smallCaps/>
          <w:sz w:val="24"/>
          <w:szCs w:val="24"/>
        </w:rPr>
        <w:t>202</w:t>
      </w:r>
      <w:r w:rsidR="00025382">
        <w:rPr>
          <w:rFonts w:ascii="Corbel" w:hAnsi="Corbel"/>
          <w:b/>
          <w:smallCaps/>
          <w:sz w:val="24"/>
          <w:szCs w:val="24"/>
        </w:rPr>
        <w:t>5</w:t>
      </w:r>
      <w:r w:rsidR="008D5E55">
        <w:rPr>
          <w:rFonts w:ascii="Corbel" w:hAnsi="Corbel"/>
          <w:b/>
          <w:smallCaps/>
          <w:sz w:val="24"/>
          <w:szCs w:val="24"/>
        </w:rPr>
        <w:t>-20</w:t>
      </w:r>
      <w:r w:rsidR="00025382">
        <w:rPr>
          <w:rFonts w:ascii="Corbel" w:hAnsi="Corbel"/>
          <w:b/>
          <w:smallCaps/>
          <w:sz w:val="24"/>
          <w:szCs w:val="24"/>
        </w:rPr>
        <w:t>30</w:t>
      </w:r>
    </w:p>
    <w:p w:rsidR="00445970" w:rsidRPr="00AC4F1B" w:rsidRDefault="00445970" w:rsidP="00180444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AC4F1B">
        <w:rPr>
          <w:rFonts w:ascii="Corbel" w:hAnsi="Corbel"/>
          <w:sz w:val="24"/>
          <w:szCs w:val="24"/>
        </w:rPr>
        <w:t xml:space="preserve">Rok akademicki   </w:t>
      </w:r>
      <w:r w:rsidR="00AF60AE" w:rsidRPr="00AC4F1B">
        <w:rPr>
          <w:rFonts w:ascii="Corbel" w:hAnsi="Corbel"/>
          <w:b/>
          <w:sz w:val="24"/>
          <w:szCs w:val="24"/>
        </w:rPr>
        <w:t>202</w:t>
      </w:r>
      <w:r w:rsidR="00025382">
        <w:rPr>
          <w:rFonts w:ascii="Corbel" w:hAnsi="Corbel"/>
          <w:b/>
          <w:sz w:val="24"/>
          <w:szCs w:val="24"/>
        </w:rPr>
        <w:t>8</w:t>
      </w:r>
      <w:r w:rsidR="00AF60AE" w:rsidRPr="00AC4F1B">
        <w:rPr>
          <w:rFonts w:ascii="Corbel" w:hAnsi="Corbel"/>
          <w:b/>
          <w:sz w:val="24"/>
          <w:szCs w:val="24"/>
        </w:rPr>
        <w:t>/202</w:t>
      </w:r>
      <w:r w:rsidR="00025382">
        <w:rPr>
          <w:rFonts w:ascii="Corbel" w:hAnsi="Corbel"/>
          <w:b/>
          <w:sz w:val="24"/>
          <w:szCs w:val="24"/>
        </w:rPr>
        <w:t>9</w:t>
      </w:r>
    </w:p>
    <w:p w:rsidR="0085747A" w:rsidRPr="00AC4F1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C4F1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C4F1B">
        <w:rPr>
          <w:rFonts w:ascii="Corbel" w:hAnsi="Corbel"/>
          <w:szCs w:val="24"/>
        </w:rPr>
        <w:t xml:space="preserve">1. </w:t>
      </w:r>
      <w:r w:rsidR="0085747A" w:rsidRPr="00AC4F1B">
        <w:rPr>
          <w:rFonts w:ascii="Corbel" w:hAnsi="Corbel"/>
          <w:szCs w:val="24"/>
        </w:rPr>
        <w:t xml:space="preserve">Podstawowe </w:t>
      </w:r>
      <w:r w:rsidR="00445970" w:rsidRPr="00AC4F1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C4F1B" w:rsidTr="00AF60AE">
        <w:tc>
          <w:tcPr>
            <w:tcW w:w="2694" w:type="dxa"/>
            <w:vAlign w:val="center"/>
          </w:tcPr>
          <w:p w:rsidR="0085747A" w:rsidRPr="00AC4F1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C4F1B" w:rsidRDefault="00180444" w:rsidP="00180444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m</w:t>
            </w:r>
            <w:r w:rsidR="00B17834" w:rsidRPr="00AC4F1B">
              <w:rPr>
                <w:rFonts w:ascii="Corbel" w:hAnsi="Corbel"/>
                <w:sz w:val="24"/>
                <w:szCs w:val="24"/>
              </w:rPr>
              <w:t xml:space="preserve">etodyka kształcenia i wychowania uczniów </w:t>
            </w:r>
            <w:r w:rsidR="00654468" w:rsidRPr="00AC4F1B">
              <w:rPr>
                <w:rFonts w:ascii="Corbel" w:hAnsi="Corbel"/>
                <w:sz w:val="24"/>
                <w:szCs w:val="24"/>
              </w:rPr>
              <w:br/>
            </w:r>
            <w:r w:rsidR="00B17834" w:rsidRPr="00AC4F1B">
              <w:rPr>
                <w:rFonts w:ascii="Corbel" w:hAnsi="Corbel"/>
                <w:sz w:val="24"/>
                <w:szCs w:val="24"/>
              </w:rPr>
              <w:t xml:space="preserve">z niepełnosprawnością intelektualną w stopniu lekkim </w:t>
            </w:r>
            <w:r w:rsidRPr="00AC4F1B">
              <w:rPr>
                <w:rFonts w:ascii="Corbel" w:hAnsi="Corbel"/>
                <w:sz w:val="24"/>
                <w:szCs w:val="24"/>
              </w:rPr>
              <w:br/>
            </w:r>
            <w:r w:rsidR="00B17834" w:rsidRPr="00AC4F1B">
              <w:rPr>
                <w:rFonts w:ascii="Corbel" w:hAnsi="Corbel"/>
                <w:sz w:val="24"/>
                <w:szCs w:val="24"/>
              </w:rPr>
              <w:t>w klasach starszych</w:t>
            </w:r>
          </w:p>
        </w:tc>
      </w:tr>
      <w:tr w:rsidR="00180444" w:rsidRPr="00AC4F1B" w:rsidTr="00AF60AE">
        <w:tc>
          <w:tcPr>
            <w:tcW w:w="2694" w:type="dxa"/>
            <w:vAlign w:val="center"/>
          </w:tcPr>
          <w:p w:rsidR="00180444" w:rsidRPr="00AC4F1B" w:rsidRDefault="001804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180444" w:rsidRPr="00AC4F1B" w:rsidRDefault="00180444" w:rsidP="007B30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4F1B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180444" w:rsidRPr="00AC4F1B" w:rsidTr="00AF60AE">
        <w:tc>
          <w:tcPr>
            <w:tcW w:w="2694" w:type="dxa"/>
            <w:vAlign w:val="center"/>
          </w:tcPr>
          <w:p w:rsidR="00180444" w:rsidRPr="00AC4F1B" w:rsidRDefault="0018044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180444" w:rsidRPr="00AC4F1B" w:rsidRDefault="001F3F02" w:rsidP="007B30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3F02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180444" w:rsidRPr="00AC4F1B" w:rsidTr="00AF60AE">
        <w:tc>
          <w:tcPr>
            <w:tcW w:w="2694" w:type="dxa"/>
            <w:vAlign w:val="center"/>
          </w:tcPr>
          <w:p w:rsidR="00180444" w:rsidRPr="00AC4F1B" w:rsidRDefault="001804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80444" w:rsidRPr="00AC4F1B" w:rsidRDefault="00180444" w:rsidP="007B30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4F1B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80444" w:rsidRPr="00AC4F1B" w:rsidTr="00AF60AE">
        <w:tc>
          <w:tcPr>
            <w:tcW w:w="2694" w:type="dxa"/>
            <w:vAlign w:val="center"/>
          </w:tcPr>
          <w:p w:rsidR="00180444" w:rsidRPr="00AC4F1B" w:rsidRDefault="001804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80444" w:rsidRPr="00AC4F1B" w:rsidRDefault="00180444" w:rsidP="007B30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4F1B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180444" w:rsidRPr="00AC4F1B" w:rsidTr="00AF60AE">
        <w:tc>
          <w:tcPr>
            <w:tcW w:w="2694" w:type="dxa"/>
            <w:vAlign w:val="center"/>
          </w:tcPr>
          <w:p w:rsidR="00180444" w:rsidRPr="00AC4F1B" w:rsidRDefault="001804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80444" w:rsidRPr="00AC4F1B" w:rsidRDefault="00180444" w:rsidP="007B30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4F1B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180444" w:rsidRPr="00AC4F1B" w:rsidTr="00AF60AE">
        <w:tc>
          <w:tcPr>
            <w:tcW w:w="2694" w:type="dxa"/>
            <w:vAlign w:val="center"/>
          </w:tcPr>
          <w:p w:rsidR="00180444" w:rsidRPr="00AC4F1B" w:rsidRDefault="001804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80444" w:rsidRPr="00AC4F1B" w:rsidRDefault="00180444" w:rsidP="007B30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4F1B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80444" w:rsidRPr="00AC4F1B" w:rsidTr="00AF60AE">
        <w:tc>
          <w:tcPr>
            <w:tcW w:w="2694" w:type="dxa"/>
            <w:vAlign w:val="center"/>
          </w:tcPr>
          <w:p w:rsidR="00180444" w:rsidRPr="00AC4F1B" w:rsidRDefault="001804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80444" w:rsidRPr="00AC4F1B" w:rsidRDefault="00180444" w:rsidP="007B30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4F1B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025382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180444" w:rsidRPr="00AC4F1B" w:rsidTr="00AF60AE">
        <w:tc>
          <w:tcPr>
            <w:tcW w:w="2694" w:type="dxa"/>
            <w:vAlign w:val="center"/>
          </w:tcPr>
          <w:p w:rsidR="00180444" w:rsidRPr="00AC4F1B" w:rsidRDefault="001804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180444" w:rsidRPr="00AC4F1B" w:rsidRDefault="00180444" w:rsidP="001804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4F1B">
              <w:rPr>
                <w:rFonts w:ascii="Corbel" w:hAnsi="Corbel"/>
                <w:b w:val="0"/>
                <w:sz w:val="24"/>
                <w:szCs w:val="24"/>
              </w:rPr>
              <w:t>Rok IV, 8 semestr</w:t>
            </w:r>
          </w:p>
        </w:tc>
      </w:tr>
      <w:tr w:rsidR="00180444" w:rsidRPr="00AC4F1B" w:rsidTr="00AF60AE">
        <w:tc>
          <w:tcPr>
            <w:tcW w:w="2694" w:type="dxa"/>
            <w:vAlign w:val="center"/>
          </w:tcPr>
          <w:p w:rsidR="00180444" w:rsidRPr="00AC4F1B" w:rsidRDefault="00180444" w:rsidP="00AF60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80444" w:rsidRPr="00AC4F1B" w:rsidRDefault="00180444" w:rsidP="00AF60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4F1B">
              <w:rPr>
                <w:rFonts w:ascii="Corbel" w:hAnsi="Corbel"/>
                <w:b w:val="0"/>
                <w:sz w:val="24"/>
                <w:szCs w:val="24"/>
              </w:rPr>
              <w:t>Moduł E.I. Edukacja i rehabilitacja osób z niepełnosprawnością intelektualną, Moduł E.2. Przygotowanie dydaktyczno-metodyczne; przedmiot specjalnościowy</w:t>
            </w:r>
          </w:p>
        </w:tc>
      </w:tr>
      <w:tr w:rsidR="00180444" w:rsidRPr="00AC4F1B" w:rsidTr="00AF60AE">
        <w:tc>
          <w:tcPr>
            <w:tcW w:w="2694" w:type="dxa"/>
            <w:vAlign w:val="center"/>
          </w:tcPr>
          <w:p w:rsidR="00180444" w:rsidRPr="00AC4F1B" w:rsidRDefault="00180444" w:rsidP="00AF60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80444" w:rsidRPr="00AC4F1B" w:rsidRDefault="00180444" w:rsidP="007B30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4F1B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180444" w:rsidRPr="00AC4F1B" w:rsidTr="00AF60AE">
        <w:tc>
          <w:tcPr>
            <w:tcW w:w="2694" w:type="dxa"/>
            <w:vAlign w:val="center"/>
          </w:tcPr>
          <w:p w:rsidR="00180444" w:rsidRPr="00AC4F1B" w:rsidRDefault="00180444" w:rsidP="00AF60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80444" w:rsidRPr="00AC4F1B" w:rsidRDefault="00180444" w:rsidP="007B30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4F1B">
              <w:rPr>
                <w:rFonts w:ascii="Corbel" w:hAnsi="Corbel"/>
                <w:b w:val="0"/>
                <w:sz w:val="24"/>
                <w:szCs w:val="24"/>
              </w:rPr>
              <w:t>dr Aleksandra Mach</w:t>
            </w:r>
          </w:p>
        </w:tc>
      </w:tr>
      <w:tr w:rsidR="00180444" w:rsidRPr="00AC4F1B" w:rsidTr="00AF60AE">
        <w:tc>
          <w:tcPr>
            <w:tcW w:w="2694" w:type="dxa"/>
            <w:vAlign w:val="center"/>
          </w:tcPr>
          <w:p w:rsidR="00180444" w:rsidRPr="00AC4F1B" w:rsidRDefault="00180444" w:rsidP="00AF60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80444" w:rsidRPr="00AC4F1B" w:rsidRDefault="00180444" w:rsidP="00AF60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4F1B">
              <w:rPr>
                <w:rFonts w:ascii="Corbel" w:hAnsi="Corbel"/>
                <w:b w:val="0"/>
                <w:sz w:val="24"/>
                <w:szCs w:val="24"/>
              </w:rPr>
              <w:t>dr Agnieszka Łaba-Hornecka</w:t>
            </w:r>
            <w:r w:rsidR="00452AC9">
              <w:rPr>
                <w:rFonts w:ascii="Corbel" w:hAnsi="Corbel"/>
                <w:b w:val="0"/>
                <w:sz w:val="24"/>
                <w:szCs w:val="24"/>
              </w:rPr>
              <w:t>, dr Aleksandra Mach</w:t>
            </w:r>
          </w:p>
        </w:tc>
      </w:tr>
    </w:tbl>
    <w:p w:rsidR="0085747A" w:rsidRPr="00AC4F1B" w:rsidRDefault="0085747A" w:rsidP="0051373E">
      <w:pPr>
        <w:pStyle w:val="Podpunkty"/>
        <w:ind w:left="0"/>
        <w:rPr>
          <w:rFonts w:ascii="Corbel" w:hAnsi="Corbel"/>
          <w:sz w:val="24"/>
          <w:szCs w:val="24"/>
        </w:rPr>
      </w:pPr>
      <w:r w:rsidRPr="00AC4F1B">
        <w:rPr>
          <w:rFonts w:ascii="Corbel" w:hAnsi="Corbel"/>
          <w:sz w:val="24"/>
          <w:szCs w:val="24"/>
        </w:rPr>
        <w:t xml:space="preserve">* </w:t>
      </w:r>
      <w:r w:rsidRPr="00AC4F1B">
        <w:rPr>
          <w:rFonts w:ascii="Corbel" w:hAnsi="Corbel"/>
          <w:i/>
          <w:sz w:val="24"/>
          <w:szCs w:val="24"/>
        </w:rPr>
        <w:t>-</w:t>
      </w:r>
      <w:r w:rsidR="00B90885" w:rsidRPr="00AC4F1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C4F1B">
        <w:rPr>
          <w:rFonts w:ascii="Corbel" w:hAnsi="Corbel"/>
          <w:b w:val="0"/>
          <w:sz w:val="24"/>
          <w:szCs w:val="24"/>
        </w:rPr>
        <w:t>e,</w:t>
      </w:r>
      <w:r w:rsidRPr="00AC4F1B">
        <w:rPr>
          <w:rFonts w:ascii="Corbel" w:hAnsi="Corbel"/>
          <w:i/>
          <w:sz w:val="24"/>
          <w:szCs w:val="24"/>
        </w:rPr>
        <w:t xml:space="preserve"> </w:t>
      </w:r>
      <w:r w:rsidRPr="00AC4F1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C4F1B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AC4F1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AC4F1B" w:rsidRDefault="0085747A" w:rsidP="00180444">
      <w:pPr>
        <w:pStyle w:val="Podpunkty"/>
        <w:ind w:left="284"/>
        <w:rPr>
          <w:rFonts w:ascii="Corbel" w:hAnsi="Corbel"/>
          <w:sz w:val="24"/>
          <w:szCs w:val="24"/>
        </w:rPr>
      </w:pPr>
      <w:r w:rsidRPr="00AC4F1B">
        <w:rPr>
          <w:rFonts w:ascii="Corbel" w:hAnsi="Corbel"/>
          <w:sz w:val="24"/>
          <w:szCs w:val="24"/>
        </w:rPr>
        <w:t>1.</w:t>
      </w:r>
      <w:r w:rsidR="00E22FBC" w:rsidRPr="00AC4F1B">
        <w:rPr>
          <w:rFonts w:ascii="Corbel" w:hAnsi="Corbel"/>
          <w:sz w:val="24"/>
          <w:szCs w:val="24"/>
        </w:rPr>
        <w:t>1</w:t>
      </w:r>
      <w:r w:rsidRPr="00AC4F1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229"/>
        <w:gridCol w:w="1505"/>
      </w:tblGrid>
      <w:tr w:rsidR="00015B8F" w:rsidRPr="00AC4F1B" w:rsidTr="0032683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C4F1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4F1B">
              <w:rPr>
                <w:rFonts w:ascii="Corbel" w:hAnsi="Corbel"/>
                <w:szCs w:val="24"/>
              </w:rPr>
              <w:t>Semestr</w:t>
            </w:r>
          </w:p>
          <w:p w:rsidR="00015B8F" w:rsidRPr="00AC4F1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4F1B">
              <w:rPr>
                <w:rFonts w:ascii="Corbel" w:hAnsi="Corbel"/>
                <w:szCs w:val="24"/>
              </w:rPr>
              <w:t>(</w:t>
            </w:r>
            <w:r w:rsidR="00363F78" w:rsidRPr="00AC4F1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C4F1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4F1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C4F1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4F1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C4F1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4F1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C4F1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4F1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C4F1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4F1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C4F1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4F1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C4F1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4F1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C4F1B" w:rsidRDefault="0018044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4F1B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C4F1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C4F1B">
              <w:rPr>
                <w:rFonts w:ascii="Corbel" w:hAnsi="Corbel"/>
                <w:b/>
                <w:szCs w:val="24"/>
              </w:rPr>
              <w:t>Liczba pkt</w:t>
            </w:r>
            <w:r w:rsidR="00B90885" w:rsidRPr="00AC4F1B">
              <w:rPr>
                <w:rFonts w:ascii="Corbel" w:hAnsi="Corbel"/>
                <w:b/>
                <w:szCs w:val="24"/>
              </w:rPr>
              <w:t>.</w:t>
            </w:r>
            <w:r w:rsidRPr="00AC4F1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C4F1B" w:rsidTr="0018044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C4F1B" w:rsidRDefault="00180444" w:rsidP="001804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C4F1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C4F1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C4F1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C4F1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C4F1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C4F1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C4F1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C4F1B" w:rsidRDefault="00F138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C4F1B" w:rsidRDefault="003268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AC4F1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AC4F1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C4F1B">
        <w:rPr>
          <w:rFonts w:ascii="Corbel" w:hAnsi="Corbel"/>
          <w:smallCaps w:val="0"/>
          <w:szCs w:val="24"/>
        </w:rPr>
        <w:t>1.</w:t>
      </w:r>
      <w:r w:rsidR="00E22FBC" w:rsidRPr="00AC4F1B">
        <w:rPr>
          <w:rFonts w:ascii="Corbel" w:hAnsi="Corbel"/>
          <w:smallCaps w:val="0"/>
          <w:szCs w:val="24"/>
        </w:rPr>
        <w:t>2</w:t>
      </w:r>
      <w:r w:rsidR="00F83B28" w:rsidRPr="00AC4F1B">
        <w:rPr>
          <w:rFonts w:ascii="Corbel" w:hAnsi="Corbel"/>
          <w:smallCaps w:val="0"/>
          <w:szCs w:val="24"/>
        </w:rPr>
        <w:t>.</w:t>
      </w:r>
      <w:r w:rsidR="00F83B28" w:rsidRPr="00AC4F1B">
        <w:rPr>
          <w:rFonts w:ascii="Corbel" w:hAnsi="Corbel"/>
          <w:smallCaps w:val="0"/>
          <w:szCs w:val="24"/>
        </w:rPr>
        <w:tab/>
      </w:r>
      <w:r w:rsidRPr="00AC4F1B">
        <w:rPr>
          <w:rFonts w:ascii="Corbel" w:hAnsi="Corbel"/>
          <w:smallCaps w:val="0"/>
          <w:szCs w:val="24"/>
        </w:rPr>
        <w:t xml:space="preserve">Sposób realizacji zajęć  </w:t>
      </w:r>
    </w:p>
    <w:p w:rsidR="00180444" w:rsidRPr="00AC4F1B" w:rsidRDefault="00180444" w:rsidP="00180444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AC4F1B">
        <w:rPr>
          <w:rFonts w:ascii="Corbel" w:eastAsia="MS Gothic" w:hAnsi="Corbel"/>
          <w:b w:val="0"/>
          <w:szCs w:val="24"/>
        </w:rPr>
        <w:sym w:font="Wingdings" w:char="F078"/>
      </w:r>
      <w:r w:rsidRPr="00AC4F1B">
        <w:rPr>
          <w:rFonts w:ascii="Corbel" w:eastAsia="MS Gothic" w:hAnsi="Corbel"/>
          <w:b w:val="0"/>
          <w:szCs w:val="24"/>
        </w:rPr>
        <w:t xml:space="preserve"> </w:t>
      </w:r>
      <w:r w:rsidRPr="00AC4F1B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AC4F1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C4F1B">
        <w:rPr>
          <w:rFonts w:ascii="MS Gothic" w:eastAsia="MS Gothic" w:hAnsi="MS Gothic" w:cs="MS Gothic" w:hint="eastAsia"/>
          <w:b w:val="0"/>
          <w:szCs w:val="24"/>
        </w:rPr>
        <w:t>☐</w:t>
      </w:r>
      <w:r w:rsidRPr="00AC4F1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AC4F1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AC4F1B" w:rsidRDefault="00E22FBC" w:rsidP="0018044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C4F1B">
        <w:rPr>
          <w:rFonts w:ascii="Corbel" w:hAnsi="Corbel"/>
          <w:smallCaps w:val="0"/>
          <w:szCs w:val="24"/>
        </w:rPr>
        <w:t xml:space="preserve">1.3 </w:t>
      </w:r>
      <w:r w:rsidR="00F83B28" w:rsidRPr="00AC4F1B">
        <w:rPr>
          <w:rFonts w:ascii="Corbel" w:hAnsi="Corbel"/>
          <w:smallCaps w:val="0"/>
          <w:szCs w:val="24"/>
        </w:rPr>
        <w:tab/>
      </w:r>
      <w:r w:rsidRPr="00AC4F1B">
        <w:rPr>
          <w:rFonts w:ascii="Corbel" w:hAnsi="Corbel"/>
          <w:smallCaps w:val="0"/>
          <w:szCs w:val="24"/>
        </w:rPr>
        <w:t>For</w:t>
      </w:r>
      <w:r w:rsidR="00445970" w:rsidRPr="00AC4F1B">
        <w:rPr>
          <w:rFonts w:ascii="Corbel" w:hAnsi="Corbel"/>
          <w:smallCaps w:val="0"/>
          <w:szCs w:val="24"/>
        </w:rPr>
        <w:t xml:space="preserve">ma zaliczenia przedmiotu </w:t>
      </w:r>
      <w:r w:rsidRPr="00AC4F1B">
        <w:rPr>
          <w:rFonts w:ascii="Corbel" w:hAnsi="Corbel"/>
          <w:smallCaps w:val="0"/>
          <w:szCs w:val="24"/>
        </w:rPr>
        <w:t xml:space="preserve"> (z toku)</w:t>
      </w:r>
    </w:p>
    <w:p w:rsidR="00180444" w:rsidRPr="00AC4F1B" w:rsidRDefault="00180444" w:rsidP="0018044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AC4F1B">
        <w:rPr>
          <w:rFonts w:ascii="Corbel" w:hAnsi="Corbel"/>
          <w:smallCaps w:val="0"/>
          <w:szCs w:val="24"/>
        </w:rPr>
        <w:tab/>
      </w:r>
      <w:r w:rsidRPr="00AC4F1B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Pr="00AC4F1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AC4F1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C4F1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C4F1B" w:rsidTr="00745302">
        <w:tc>
          <w:tcPr>
            <w:tcW w:w="9670" w:type="dxa"/>
          </w:tcPr>
          <w:p w:rsidR="0085747A" w:rsidRPr="00AC4F1B" w:rsidRDefault="0032683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z zakresu pedagogiki osób z niepełnosprawnością intelektualną, pedagogiki ogólnej, psychologii rozwojowej, teoretycznych podstaw kształcenia i wychowania i </w:t>
            </w:r>
            <w:r w:rsidRPr="00AC4F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dydaktyki specjalnej </w:t>
            </w:r>
          </w:p>
        </w:tc>
      </w:tr>
    </w:tbl>
    <w:p w:rsidR="00153C41" w:rsidRPr="00AC4F1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C4F1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C4F1B">
        <w:rPr>
          <w:rFonts w:ascii="Corbel" w:hAnsi="Corbel"/>
          <w:szCs w:val="24"/>
        </w:rPr>
        <w:t>3.</w:t>
      </w:r>
      <w:r w:rsidR="0085747A" w:rsidRPr="00AC4F1B">
        <w:rPr>
          <w:rFonts w:ascii="Corbel" w:hAnsi="Corbel"/>
          <w:szCs w:val="24"/>
        </w:rPr>
        <w:t xml:space="preserve"> </w:t>
      </w:r>
      <w:r w:rsidR="00A84C85" w:rsidRPr="00AC4F1B">
        <w:rPr>
          <w:rFonts w:ascii="Corbel" w:hAnsi="Corbel"/>
          <w:szCs w:val="24"/>
        </w:rPr>
        <w:t>cele, efekty uczenia się</w:t>
      </w:r>
      <w:r w:rsidR="0085747A" w:rsidRPr="00AC4F1B">
        <w:rPr>
          <w:rFonts w:ascii="Corbel" w:hAnsi="Corbel"/>
          <w:szCs w:val="24"/>
        </w:rPr>
        <w:t xml:space="preserve"> , treści Programowe i stosowane metody Dydaktyczne</w:t>
      </w:r>
    </w:p>
    <w:p w:rsidR="0032683F" w:rsidRPr="00AC4F1B" w:rsidRDefault="0071620A" w:rsidP="00180444">
      <w:pPr>
        <w:pStyle w:val="Podpunkty"/>
        <w:rPr>
          <w:rFonts w:ascii="Corbel" w:hAnsi="Corbel"/>
          <w:sz w:val="24"/>
          <w:szCs w:val="24"/>
        </w:rPr>
      </w:pPr>
      <w:r w:rsidRPr="00AC4F1B">
        <w:rPr>
          <w:rFonts w:ascii="Corbel" w:hAnsi="Corbel"/>
          <w:sz w:val="24"/>
          <w:szCs w:val="24"/>
        </w:rPr>
        <w:t xml:space="preserve">3.1 </w:t>
      </w:r>
      <w:r w:rsidR="00C05F44" w:rsidRPr="00AC4F1B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8904"/>
      </w:tblGrid>
      <w:tr w:rsidR="0085747A" w:rsidRPr="00AC4F1B" w:rsidTr="00180444">
        <w:tc>
          <w:tcPr>
            <w:tcW w:w="735" w:type="dxa"/>
            <w:vAlign w:val="center"/>
          </w:tcPr>
          <w:p w:rsidR="0085747A" w:rsidRPr="00AC4F1B" w:rsidRDefault="0085747A" w:rsidP="0018044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C4F1B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904" w:type="dxa"/>
            <w:vAlign w:val="center"/>
          </w:tcPr>
          <w:p w:rsidR="0085747A" w:rsidRPr="00AC4F1B" w:rsidRDefault="0032683F" w:rsidP="0032683F">
            <w:pPr>
              <w:pStyle w:val="Podpunkty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AC4F1B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Zapoznanie z zasadami organizowania kształcenia specjalnego uczniów </w:t>
            </w:r>
            <w:r w:rsidR="00510CC4" w:rsidRPr="00AC4F1B">
              <w:rPr>
                <w:rFonts w:ascii="Corbel" w:hAnsi="Corbel"/>
                <w:b w:val="0"/>
                <w:color w:val="000000"/>
                <w:sz w:val="24"/>
                <w:szCs w:val="24"/>
              </w:rPr>
              <w:br/>
            </w:r>
            <w:r w:rsidRPr="00AC4F1B">
              <w:rPr>
                <w:rFonts w:ascii="Corbel" w:hAnsi="Corbel"/>
                <w:b w:val="0"/>
                <w:color w:val="000000"/>
                <w:sz w:val="24"/>
                <w:szCs w:val="24"/>
              </w:rPr>
              <w:t>z</w:t>
            </w:r>
            <w:r w:rsidR="00510CC4" w:rsidRPr="00AC4F1B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AC4F1B">
              <w:rPr>
                <w:rFonts w:ascii="Corbel" w:hAnsi="Corbel"/>
                <w:b w:val="0"/>
                <w:color w:val="000000"/>
                <w:sz w:val="24"/>
                <w:szCs w:val="24"/>
              </w:rPr>
              <w:t>niepełnosprawnością intelektualną w stopniu lekkim na II i III etapie edukacyjnym.</w:t>
            </w:r>
          </w:p>
        </w:tc>
      </w:tr>
      <w:tr w:rsidR="0085747A" w:rsidRPr="00AC4F1B" w:rsidTr="00180444">
        <w:tc>
          <w:tcPr>
            <w:tcW w:w="735" w:type="dxa"/>
            <w:vAlign w:val="center"/>
          </w:tcPr>
          <w:p w:rsidR="0085747A" w:rsidRPr="00AC4F1B" w:rsidRDefault="0032683F" w:rsidP="00180444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04" w:type="dxa"/>
            <w:vAlign w:val="center"/>
          </w:tcPr>
          <w:p w:rsidR="0085747A" w:rsidRPr="00AC4F1B" w:rsidRDefault="0032683F" w:rsidP="0032683F">
            <w:pPr>
              <w:pStyle w:val="Podpunkty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AC4F1B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Dostarczenie wiedzy dotyczącej celów i zadań nauczania i wychowania dzieci </w:t>
            </w:r>
            <w:r w:rsidR="00510CC4" w:rsidRPr="00AC4F1B">
              <w:rPr>
                <w:rFonts w:ascii="Corbel" w:hAnsi="Corbel"/>
                <w:b w:val="0"/>
                <w:color w:val="000000"/>
                <w:sz w:val="24"/>
                <w:szCs w:val="24"/>
              </w:rPr>
              <w:br/>
            </w:r>
            <w:r w:rsidRPr="00AC4F1B">
              <w:rPr>
                <w:rFonts w:ascii="Corbel" w:hAnsi="Corbel"/>
                <w:b w:val="0"/>
                <w:color w:val="000000"/>
                <w:sz w:val="24"/>
                <w:szCs w:val="24"/>
              </w:rPr>
              <w:t>z</w:t>
            </w:r>
            <w:r w:rsidR="00510CC4" w:rsidRPr="00AC4F1B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AC4F1B">
              <w:rPr>
                <w:rFonts w:ascii="Corbel" w:hAnsi="Corbel"/>
                <w:b w:val="0"/>
                <w:color w:val="000000"/>
                <w:sz w:val="24"/>
                <w:szCs w:val="24"/>
              </w:rPr>
              <w:t>niepełnosprawnością intelektualną w stopniu lekkim na II i III etapie edukacyjnym.</w:t>
            </w:r>
          </w:p>
        </w:tc>
      </w:tr>
      <w:tr w:rsidR="0085747A" w:rsidRPr="00AC4F1B" w:rsidTr="00180444">
        <w:tc>
          <w:tcPr>
            <w:tcW w:w="735" w:type="dxa"/>
            <w:vAlign w:val="center"/>
          </w:tcPr>
          <w:p w:rsidR="0085747A" w:rsidRPr="00AC4F1B" w:rsidRDefault="0085747A" w:rsidP="0018044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C4F1B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2683F" w:rsidRPr="00AC4F1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904" w:type="dxa"/>
            <w:vAlign w:val="center"/>
          </w:tcPr>
          <w:p w:rsidR="0085747A" w:rsidRPr="00AC4F1B" w:rsidRDefault="0032683F" w:rsidP="0032683F">
            <w:pPr>
              <w:pStyle w:val="Podpunkty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AC4F1B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Nabycie umiejętności planowania kształcenia specjalnego uczniów </w:t>
            </w:r>
            <w:r w:rsidR="00510CC4" w:rsidRPr="00AC4F1B">
              <w:rPr>
                <w:rFonts w:ascii="Corbel" w:hAnsi="Corbel"/>
                <w:b w:val="0"/>
                <w:color w:val="000000"/>
                <w:sz w:val="24"/>
                <w:szCs w:val="24"/>
              </w:rPr>
              <w:br/>
            </w:r>
            <w:r w:rsidRPr="00AC4F1B">
              <w:rPr>
                <w:rFonts w:ascii="Corbel" w:hAnsi="Corbel"/>
                <w:b w:val="0"/>
                <w:color w:val="000000"/>
                <w:sz w:val="24"/>
                <w:szCs w:val="24"/>
              </w:rPr>
              <w:t>z</w:t>
            </w:r>
            <w:r w:rsidR="00510CC4" w:rsidRPr="00AC4F1B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AC4F1B">
              <w:rPr>
                <w:rFonts w:ascii="Corbel" w:hAnsi="Corbel"/>
                <w:b w:val="0"/>
                <w:color w:val="000000"/>
                <w:sz w:val="24"/>
                <w:szCs w:val="24"/>
              </w:rPr>
              <w:t>niepełnosprawnością intelektualną w stopniu lekkim na II i III etapie edukacyjnym.</w:t>
            </w:r>
          </w:p>
        </w:tc>
      </w:tr>
      <w:tr w:rsidR="0032683F" w:rsidRPr="00AC4F1B" w:rsidTr="00180444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83F" w:rsidRPr="00AC4F1B" w:rsidRDefault="0032683F" w:rsidP="0018044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AC4F1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83F" w:rsidRPr="00AC4F1B" w:rsidRDefault="0032683F" w:rsidP="0032683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C4F1B">
              <w:rPr>
                <w:rFonts w:ascii="Corbel" w:hAnsi="Corbel"/>
                <w:b w:val="0"/>
                <w:color w:val="000000"/>
                <w:sz w:val="24"/>
                <w:szCs w:val="24"/>
              </w:rPr>
              <w:t>Wykształcenie umiejętności posługiwania się metodami kształcenia w pracy</w:t>
            </w:r>
            <w:r w:rsidRPr="00AC4F1B">
              <w:rPr>
                <w:rFonts w:ascii="Corbel" w:hAnsi="Corbel"/>
                <w:b w:val="0"/>
                <w:color w:val="000000"/>
                <w:sz w:val="24"/>
                <w:szCs w:val="24"/>
              </w:rPr>
              <w:br/>
              <w:t xml:space="preserve">dydaktyczno- wychowawczej z uczniami z niepełnosprawnością intelektualną </w:t>
            </w:r>
            <w:r w:rsidR="00510CC4" w:rsidRPr="00AC4F1B">
              <w:rPr>
                <w:rFonts w:ascii="Corbel" w:hAnsi="Corbel"/>
                <w:b w:val="0"/>
                <w:color w:val="000000"/>
                <w:sz w:val="24"/>
                <w:szCs w:val="24"/>
              </w:rPr>
              <w:br/>
            </w:r>
            <w:r w:rsidRPr="00AC4F1B">
              <w:rPr>
                <w:rFonts w:ascii="Corbel" w:hAnsi="Corbel"/>
                <w:b w:val="0"/>
                <w:color w:val="000000"/>
                <w:sz w:val="24"/>
                <w:szCs w:val="24"/>
              </w:rPr>
              <w:t>w</w:t>
            </w:r>
            <w:r w:rsidR="00510CC4" w:rsidRPr="00AC4F1B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AC4F1B">
              <w:rPr>
                <w:rFonts w:ascii="Corbel" w:hAnsi="Corbel"/>
                <w:b w:val="0"/>
                <w:color w:val="000000"/>
                <w:sz w:val="24"/>
                <w:szCs w:val="24"/>
              </w:rPr>
              <w:t>stopniu lekkim na II i III etapie edukacyjnym.</w:t>
            </w:r>
          </w:p>
        </w:tc>
      </w:tr>
    </w:tbl>
    <w:p w:rsidR="0085747A" w:rsidRPr="00AC4F1B" w:rsidRDefault="0085747A" w:rsidP="0032683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AC4F1B" w:rsidRDefault="009F4610" w:rsidP="0018044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C4F1B">
        <w:rPr>
          <w:rFonts w:ascii="Corbel" w:hAnsi="Corbel"/>
          <w:b/>
          <w:sz w:val="24"/>
          <w:szCs w:val="24"/>
        </w:rPr>
        <w:t xml:space="preserve">3.2 </w:t>
      </w:r>
      <w:r w:rsidR="001D7B54" w:rsidRPr="00AC4F1B">
        <w:rPr>
          <w:rFonts w:ascii="Corbel" w:hAnsi="Corbel"/>
          <w:b/>
          <w:sz w:val="24"/>
          <w:szCs w:val="24"/>
        </w:rPr>
        <w:t xml:space="preserve">Efekty </w:t>
      </w:r>
      <w:r w:rsidR="00C05F44" w:rsidRPr="00AC4F1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C4F1B">
        <w:rPr>
          <w:rFonts w:ascii="Corbel" w:hAnsi="Corbel"/>
          <w:b/>
          <w:sz w:val="24"/>
          <w:szCs w:val="24"/>
        </w:rPr>
        <w:t>dla przedmiotu</w:t>
      </w:r>
      <w:r w:rsidR="00445970" w:rsidRPr="00AC4F1B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116"/>
        <w:gridCol w:w="1842"/>
      </w:tblGrid>
      <w:tr w:rsidR="0085747A" w:rsidRPr="00AC4F1B" w:rsidTr="00180444">
        <w:tc>
          <w:tcPr>
            <w:tcW w:w="1681" w:type="dxa"/>
            <w:vAlign w:val="center"/>
          </w:tcPr>
          <w:p w:rsidR="0085747A" w:rsidRPr="00AC4F1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C4F1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C4F1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C4F1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116" w:type="dxa"/>
            <w:vAlign w:val="center"/>
          </w:tcPr>
          <w:p w:rsidR="0085747A" w:rsidRPr="00AC4F1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C4F1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C4F1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42" w:type="dxa"/>
            <w:vAlign w:val="center"/>
          </w:tcPr>
          <w:p w:rsidR="0085747A" w:rsidRPr="00AC4F1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C4F1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80444" w:rsidRPr="00AC4F1B" w:rsidTr="00180444">
        <w:tc>
          <w:tcPr>
            <w:tcW w:w="1681" w:type="dxa"/>
            <w:vAlign w:val="center"/>
          </w:tcPr>
          <w:p w:rsidR="00180444" w:rsidRPr="00AC4F1B" w:rsidRDefault="0018044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116" w:type="dxa"/>
            <w:vAlign w:val="center"/>
          </w:tcPr>
          <w:p w:rsidR="00180444" w:rsidRPr="00AC4F1B" w:rsidRDefault="0018044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42" w:type="dxa"/>
            <w:vAlign w:val="center"/>
          </w:tcPr>
          <w:p w:rsidR="00180444" w:rsidRPr="00AC4F1B" w:rsidRDefault="0018044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8630E" w:rsidRPr="00AC4F1B" w:rsidTr="00180444">
        <w:tc>
          <w:tcPr>
            <w:tcW w:w="1681" w:type="dxa"/>
            <w:vAlign w:val="center"/>
          </w:tcPr>
          <w:p w:rsidR="0078630E" w:rsidRPr="00AC4F1B" w:rsidRDefault="0078630E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C4F1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116" w:type="dxa"/>
          </w:tcPr>
          <w:p w:rsidR="0078630E" w:rsidRPr="00AC4F1B" w:rsidRDefault="0061071F" w:rsidP="00510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wymieni </w:t>
            </w:r>
            <w:r w:rsidR="0078630E"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współczesne podejście do problemów uczniów </w:t>
            </w:r>
            <w:r w:rsidR="00C14E50"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z niepełnosprawnością intelektualną w stopniu lekkim na II i III etapie edukacyjnym</w:t>
            </w:r>
            <w:r w:rsidR="00FB2EBA"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</w:t>
            </w:r>
            <w:r w:rsidR="00FB2EBA"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>i wynikające z niego nowe formy edukacji.</w:t>
            </w:r>
          </w:p>
        </w:tc>
        <w:tc>
          <w:tcPr>
            <w:tcW w:w="1842" w:type="dxa"/>
            <w:vAlign w:val="center"/>
          </w:tcPr>
          <w:p w:rsidR="0078630E" w:rsidRPr="00AC4F1B" w:rsidRDefault="0078630E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>PS. W9.</w:t>
            </w:r>
          </w:p>
        </w:tc>
      </w:tr>
      <w:tr w:rsidR="0078630E" w:rsidRPr="00AC4F1B" w:rsidTr="00180444">
        <w:tc>
          <w:tcPr>
            <w:tcW w:w="1681" w:type="dxa"/>
            <w:vAlign w:val="center"/>
          </w:tcPr>
          <w:p w:rsidR="0078630E" w:rsidRPr="00AC4F1B" w:rsidRDefault="0078630E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16" w:type="dxa"/>
          </w:tcPr>
          <w:p w:rsidR="0078630E" w:rsidRPr="00AC4F1B" w:rsidRDefault="0061071F" w:rsidP="00510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>Student opisze s</w:t>
            </w:r>
            <w:r w:rsidR="0078630E"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ystem kształcenia specjalnego </w:t>
            </w:r>
            <w:r w:rsidR="00510CC4"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78630E"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>w kontekście systemu kształcenia powszechnego</w:t>
            </w:r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42" w:type="dxa"/>
            <w:vAlign w:val="center"/>
          </w:tcPr>
          <w:p w:rsidR="0078630E" w:rsidRPr="00AC4F1B" w:rsidRDefault="0078630E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>PS. W10.</w:t>
            </w:r>
          </w:p>
        </w:tc>
      </w:tr>
      <w:tr w:rsidR="0078630E" w:rsidRPr="00AC4F1B" w:rsidTr="00180444">
        <w:tc>
          <w:tcPr>
            <w:tcW w:w="1681" w:type="dxa"/>
            <w:vAlign w:val="center"/>
          </w:tcPr>
          <w:p w:rsidR="0078630E" w:rsidRPr="00AC4F1B" w:rsidRDefault="0078630E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116" w:type="dxa"/>
          </w:tcPr>
          <w:p w:rsidR="0078630E" w:rsidRPr="00AC4F1B" w:rsidRDefault="0061071F" w:rsidP="00510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scharakteryzuje </w:t>
            </w:r>
            <w:r w:rsidR="0078630E"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organizację i metodyki kształcenia uczniów </w:t>
            </w:r>
            <w:r w:rsidR="00FB2EBA"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z niepełnosprawnością intelektualną w stopniu lekkim na II i III etapie edukacyjnym, a </w:t>
            </w:r>
            <w:r w:rsidR="0078630E"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>w szczególności modele współpracy pedagogów specjalnych z nauczycielami, specjalistami, rodzicami lub opiekunami, oraz modele indywidualizacji lekcji</w:t>
            </w:r>
            <w:r w:rsidR="00FB2EBA"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78630E"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>i uniwersalnego projektowania zajęć</w:t>
            </w:r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42" w:type="dxa"/>
            <w:vAlign w:val="center"/>
          </w:tcPr>
          <w:p w:rsidR="0078630E" w:rsidRPr="00AC4F1B" w:rsidRDefault="0078630E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>PS. W11.</w:t>
            </w:r>
          </w:p>
        </w:tc>
      </w:tr>
      <w:tr w:rsidR="0078630E" w:rsidRPr="00AC4F1B" w:rsidTr="0018044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30E" w:rsidRPr="00AC4F1B" w:rsidRDefault="0078630E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C4F1B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0E" w:rsidRPr="00AC4F1B" w:rsidRDefault="00FB2EBA" w:rsidP="00510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rozpozna i zinterpretuje zjawiska społeczne których uczestnikami są uczniowie </w:t>
            </w:r>
            <w:r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z niepełnosprawnością intelektualną w stopniu lekkim na II i III etapie edukacyjnym.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30E" w:rsidRPr="00AC4F1B" w:rsidRDefault="0078630E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>PS. U2.</w:t>
            </w:r>
          </w:p>
        </w:tc>
      </w:tr>
      <w:tr w:rsidR="0078630E" w:rsidRPr="00AC4F1B" w:rsidTr="0018044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30E" w:rsidRPr="00AC4F1B" w:rsidRDefault="0078630E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0E" w:rsidRPr="00AC4F1B" w:rsidRDefault="00FB2EBA" w:rsidP="00510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wykorzysta aktualne koncepcje psychologiczne i pedagogiczne w planowaniu </w:t>
            </w:r>
            <w:r w:rsidR="00B64526"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konstruowaniu </w:t>
            </w:r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>zajęć</w:t>
            </w:r>
            <w:r w:rsidR="00B64526"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dostosowując </w:t>
            </w:r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wymaga</w:t>
            </w:r>
            <w:r w:rsidR="00B64526"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>nia</w:t>
            </w:r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edukacyjn</w:t>
            </w:r>
            <w:r w:rsidR="00B64526"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>e</w:t>
            </w:r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do specjalnych potrzeb uczniów </w:t>
            </w:r>
            <w:r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z niepełnosprawnością intelektualną </w:t>
            </w:r>
            <w:r w:rsidR="00510CC4"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br/>
            </w:r>
            <w:r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w stopniu lekkim na II i III etapie edukacyjnym.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30E" w:rsidRPr="00AC4F1B" w:rsidRDefault="0078630E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>PS. U5.</w:t>
            </w:r>
          </w:p>
        </w:tc>
      </w:tr>
      <w:tr w:rsidR="0078630E" w:rsidRPr="00AC4F1B" w:rsidTr="0018044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30E" w:rsidRPr="00AC4F1B" w:rsidRDefault="0078630E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0E" w:rsidRPr="00AC4F1B" w:rsidRDefault="00FB2EBA" w:rsidP="00510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wykorzysta wiedzę z zakresu funkcjonowania uczniów </w:t>
            </w:r>
            <w:r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z niepełnosprawnością intelektualną w stopniu lekkim na II i III etapie edukacyjnym.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30E" w:rsidRPr="00AC4F1B" w:rsidRDefault="0078630E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>PS. U6.</w:t>
            </w:r>
          </w:p>
        </w:tc>
      </w:tr>
      <w:tr w:rsidR="0078630E" w:rsidRPr="00AC4F1B" w:rsidTr="0018044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30E" w:rsidRPr="00AC4F1B" w:rsidRDefault="0078630E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C4F1B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0E" w:rsidRPr="00AC4F1B" w:rsidRDefault="00CB336B" w:rsidP="00510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>Student przeprowadzi symulację zajęć</w:t>
            </w:r>
            <w:r w:rsidR="00204213"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parciu o program i konspekt do zajęć, </w:t>
            </w:r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zindywidualizuje zadania, dostosuje </w:t>
            </w:r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metody i treści do potrzeb i możliwości uczniów </w:t>
            </w:r>
            <w:r w:rsidR="00510CC4"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z niepełnosprawnością intelektualną w stopniu lekkim na </w:t>
            </w:r>
            <w:r w:rsidR="00510CC4"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br/>
            </w:r>
            <w:r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II i III etapie edukacyjnym </w:t>
            </w:r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>oraz wykorzysta zasady i metody indywidualnego projektowania zajęć.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30E" w:rsidRPr="00AC4F1B" w:rsidRDefault="0078630E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 U7.</w:t>
            </w:r>
          </w:p>
        </w:tc>
      </w:tr>
      <w:tr w:rsidR="0078630E" w:rsidRPr="00AC4F1B" w:rsidTr="0018044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30E" w:rsidRPr="00AC4F1B" w:rsidRDefault="0078630E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C4F1B">
              <w:rPr>
                <w:rFonts w:ascii="Corbel" w:hAnsi="Corbel"/>
                <w:b w:val="0"/>
                <w:smallCaps w:val="0"/>
                <w:szCs w:val="24"/>
              </w:rPr>
              <w:softHyphen/>
              <w:t>_</w:t>
            </w:r>
            <w:r w:rsidR="00597F81" w:rsidRPr="00AC4F1B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0E" w:rsidRPr="00AC4F1B" w:rsidRDefault="00CB336B" w:rsidP="00510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opiszę specyfikę środowiska społecznego i jego wpływu na funkcjonowanie uczniów </w:t>
            </w:r>
            <w:r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z</w:t>
            </w:r>
            <w:r w:rsidR="00180444"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</w:t>
            </w:r>
            <w:r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niepełnosprawnością intelektualną w stopniu lekkim na II i III etapie edukacyjnym.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30E" w:rsidRPr="00AC4F1B" w:rsidRDefault="0078630E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>PS. K5.</w:t>
            </w:r>
          </w:p>
        </w:tc>
      </w:tr>
      <w:tr w:rsidR="0078630E" w:rsidRPr="00AC4F1B" w:rsidTr="00180444">
        <w:trPr>
          <w:trHeight w:val="70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30E" w:rsidRPr="00AC4F1B" w:rsidRDefault="0078630E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97F81" w:rsidRPr="00AC4F1B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30E" w:rsidRPr="00AC4F1B" w:rsidRDefault="00CB336B" w:rsidP="00510C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>Student wyjaśni działania jakie mają służyć poprawie jakości życia uczniów z</w:t>
            </w:r>
            <w:r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niepełnosprawnością intelektualną w stopniu lekkim </w:t>
            </w:r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>i ich rodzin.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30E" w:rsidRPr="00AC4F1B" w:rsidRDefault="0078630E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>PS. K6.</w:t>
            </w:r>
          </w:p>
        </w:tc>
      </w:tr>
    </w:tbl>
    <w:p w:rsidR="0085747A" w:rsidRPr="00AC4F1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C4F1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AC4F1B">
        <w:rPr>
          <w:rFonts w:ascii="Corbel" w:hAnsi="Corbel"/>
          <w:b/>
          <w:sz w:val="24"/>
          <w:szCs w:val="24"/>
        </w:rPr>
        <w:t>3.3</w:t>
      </w:r>
      <w:r w:rsidR="001D7B54" w:rsidRPr="00AC4F1B">
        <w:rPr>
          <w:rFonts w:ascii="Corbel" w:hAnsi="Corbel"/>
          <w:b/>
          <w:sz w:val="24"/>
          <w:szCs w:val="24"/>
        </w:rPr>
        <w:t xml:space="preserve"> </w:t>
      </w:r>
      <w:r w:rsidR="0085747A" w:rsidRPr="00AC4F1B">
        <w:rPr>
          <w:rFonts w:ascii="Corbel" w:hAnsi="Corbel"/>
          <w:b/>
          <w:sz w:val="24"/>
          <w:szCs w:val="24"/>
        </w:rPr>
        <w:t>T</w:t>
      </w:r>
      <w:r w:rsidR="001D7B54" w:rsidRPr="00AC4F1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C4F1B">
        <w:rPr>
          <w:rFonts w:ascii="Corbel" w:hAnsi="Corbel"/>
          <w:sz w:val="24"/>
          <w:szCs w:val="24"/>
        </w:rPr>
        <w:t xml:space="preserve">  </w:t>
      </w:r>
    </w:p>
    <w:p w:rsidR="00180444" w:rsidRPr="00AC4F1B" w:rsidRDefault="00180444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:rsidR="00675843" w:rsidRPr="00AC4F1B" w:rsidRDefault="0085747A" w:rsidP="0051373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sz w:val="24"/>
          <w:szCs w:val="24"/>
        </w:rPr>
      </w:pPr>
      <w:r w:rsidRPr="00AC4F1B">
        <w:rPr>
          <w:rFonts w:ascii="Corbel" w:hAnsi="Corbel"/>
          <w:b/>
          <w:sz w:val="24"/>
          <w:szCs w:val="24"/>
        </w:rPr>
        <w:t xml:space="preserve">Problematyka wykładu </w:t>
      </w:r>
      <w:r w:rsidR="0051373E" w:rsidRPr="00AC4F1B">
        <w:rPr>
          <w:rFonts w:ascii="Corbel" w:hAnsi="Corbel"/>
          <w:b/>
          <w:sz w:val="24"/>
          <w:szCs w:val="24"/>
        </w:rPr>
        <w:t xml:space="preserve">- </w:t>
      </w:r>
      <w:r w:rsidR="00180444" w:rsidRPr="00AC4F1B">
        <w:rPr>
          <w:rFonts w:ascii="Corbel" w:hAnsi="Corbel"/>
          <w:sz w:val="24"/>
          <w:szCs w:val="24"/>
        </w:rPr>
        <w:t>nie dotyczy</w:t>
      </w:r>
    </w:p>
    <w:p w:rsidR="0085747A" w:rsidRPr="00AC4F1B" w:rsidRDefault="0085747A" w:rsidP="0018044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C4F1B">
        <w:rPr>
          <w:rFonts w:ascii="Corbel" w:hAnsi="Corbel"/>
          <w:sz w:val="24"/>
          <w:szCs w:val="24"/>
        </w:rPr>
        <w:t xml:space="preserve">Problematyka </w:t>
      </w:r>
      <w:r w:rsidR="00180444" w:rsidRPr="00AC4F1B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"/>
        <w:gridCol w:w="9610"/>
      </w:tblGrid>
      <w:tr w:rsidR="0085747A" w:rsidRPr="00AC4F1B" w:rsidTr="00180444">
        <w:tc>
          <w:tcPr>
            <w:tcW w:w="9639" w:type="dxa"/>
            <w:gridSpan w:val="2"/>
          </w:tcPr>
          <w:p w:rsidR="0085747A" w:rsidRPr="00AC4F1B" w:rsidRDefault="0085747A" w:rsidP="00510CC4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Treści merytoryczne</w:t>
            </w:r>
            <w:r w:rsidR="00180444" w:rsidRPr="00AC4F1B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AC4F1B" w:rsidTr="00180444">
        <w:tc>
          <w:tcPr>
            <w:tcW w:w="9639" w:type="dxa"/>
            <w:gridSpan w:val="2"/>
          </w:tcPr>
          <w:p w:rsidR="0085747A" w:rsidRPr="00AC4F1B" w:rsidRDefault="00A22928" w:rsidP="00510C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bookmarkStart w:id="0" w:name="_Hlk31199088"/>
            <w:r w:rsidRPr="00AC4F1B">
              <w:rPr>
                <w:rFonts w:ascii="Corbel" w:hAnsi="Corbel"/>
                <w:color w:val="000000"/>
                <w:sz w:val="24"/>
                <w:szCs w:val="24"/>
              </w:rPr>
              <w:t>Specyfika kształcenia uczniów z niepełnosprawnością intelektualną</w:t>
            </w:r>
            <w:r w:rsidR="00EE0336" w:rsidRPr="00AC4F1B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AC4F1B">
              <w:rPr>
                <w:rFonts w:ascii="Corbel" w:hAnsi="Corbel"/>
                <w:color w:val="000000"/>
                <w:sz w:val="24"/>
                <w:szCs w:val="24"/>
              </w:rPr>
              <w:t>w stopniu lekkim na II i III etapie edukacyjnym.</w:t>
            </w:r>
          </w:p>
        </w:tc>
      </w:tr>
      <w:tr w:rsidR="0085747A" w:rsidRPr="00AC4F1B" w:rsidTr="00180444">
        <w:tc>
          <w:tcPr>
            <w:tcW w:w="9639" w:type="dxa"/>
            <w:gridSpan w:val="2"/>
          </w:tcPr>
          <w:p w:rsidR="0085747A" w:rsidRPr="00AC4F1B" w:rsidRDefault="00A22928" w:rsidP="00510C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C4F1B">
              <w:rPr>
                <w:rFonts w:ascii="Corbel" w:hAnsi="Corbel"/>
                <w:color w:val="000000"/>
                <w:sz w:val="24"/>
                <w:szCs w:val="24"/>
              </w:rPr>
              <w:t>Organizacja kształcenia uczniów z niepełnosprawnością intelektualną w stopniu lekkim na II i III etapie edukacyjnym.</w:t>
            </w:r>
          </w:p>
        </w:tc>
      </w:tr>
      <w:tr w:rsidR="0085747A" w:rsidRPr="00AC4F1B" w:rsidTr="00180444">
        <w:tc>
          <w:tcPr>
            <w:tcW w:w="9639" w:type="dxa"/>
            <w:gridSpan w:val="2"/>
          </w:tcPr>
          <w:p w:rsidR="0085747A" w:rsidRPr="00AC4F1B" w:rsidRDefault="00A22928" w:rsidP="00510C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color w:val="000000"/>
                <w:sz w:val="24"/>
                <w:szCs w:val="24"/>
              </w:rPr>
              <w:t>Zasady i reguły pracy dydaktyczno-wychowawczej.</w:t>
            </w:r>
          </w:p>
        </w:tc>
      </w:tr>
      <w:tr w:rsidR="00A22928" w:rsidRPr="00AC4F1B" w:rsidTr="00180444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28" w:rsidRPr="00AC4F1B" w:rsidRDefault="00A22928" w:rsidP="00510C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C4F1B">
              <w:rPr>
                <w:rFonts w:ascii="Corbel" w:hAnsi="Corbel"/>
                <w:color w:val="000000"/>
                <w:sz w:val="24"/>
                <w:szCs w:val="24"/>
              </w:rPr>
              <w:t>Zadania nauczyciela – wychowawcy na II i III etapie edukacyjnym. Wsparcie metodyczne nauczyciela.</w:t>
            </w:r>
          </w:p>
        </w:tc>
      </w:tr>
      <w:tr w:rsidR="00A22928" w:rsidRPr="00AC4F1B" w:rsidTr="00180444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28" w:rsidRPr="00AC4F1B" w:rsidRDefault="00A22928" w:rsidP="00510C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C4F1B">
              <w:rPr>
                <w:rFonts w:ascii="Corbel" w:hAnsi="Corbel"/>
                <w:color w:val="000000"/>
                <w:sz w:val="24"/>
                <w:szCs w:val="24"/>
              </w:rPr>
              <w:t>Cele, treści kształcenia, środki dydaktyczne, metody kształcenia, formy organizacji</w:t>
            </w:r>
            <w:r w:rsidRPr="00AC4F1B">
              <w:rPr>
                <w:rFonts w:ascii="Corbel" w:hAnsi="Corbel"/>
                <w:color w:val="000000"/>
                <w:sz w:val="24"/>
                <w:szCs w:val="24"/>
              </w:rPr>
              <w:br/>
              <w:t xml:space="preserve">zajęć na II i III etapie edukacyjnym. </w:t>
            </w:r>
          </w:p>
        </w:tc>
      </w:tr>
      <w:tr w:rsidR="00A22928" w:rsidRPr="00AC4F1B" w:rsidTr="00180444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28" w:rsidRPr="00AC4F1B" w:rsidRDefault="00A22928" w:rsidP="00510C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C4F1B">
              <w:rPr>
                <w:rFonts w:ascii="Corbel" w:hAnsi="Corbel"/>
                <w:color w:val="000000"/>
                <w:sz w:val="24"/>
                <w:szCs w:val="24"/>
              </w:rPr>
              <w:t>Sprawdziany i ocenianie na II i III etapie edukacyjnych w klasach uczniów z niepełnosprawnością intelektualną w stopniu lekkim.</w:t>
            </w:r>
          </w:p>
        </w:tc>
      </w:tr>
      <w:tr w:rsidR="00A22928" w:rsidRPr="00AC4F1B" w:rsidTr="00180444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28" w:rsidRPr="00AC4F1B" w:rsidRDefault="00A22928" w:rsidP="00510C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C4F1B">
              <w:rPr>
                <w:rFonts w:ascii="Corbel" w:hAnsi="Corbel"/>
                <w:color w:val="000000"/>
                <w:sz w:val="24"/>
                <w:szCs w:val="24"/>
              </w:rPr>
              <w:t>Zajęcia pozalekcyjne dla uczniów na II i III etapie edukacyjnym.</w:t>
            </w:r>
          </w:p>
        </w:tc>
      </w:tr>
      <w:tr w:rsidR="00A22928" w:rsidRPr="00AC4F1B" w:rsidTr="00180444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928" w:rsidRPr="00AC4F1B" w:rsidRDefault="00DC26AB" w:rsidP="00510C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C4F1B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A22928" w:rsidRPr="00AC4F1B">
              <w:rPr>
                <w:rFonts w:ascii="Corbel" w:hAnsi="Corbel"/>
                <w:color w:val="000000"/>
                <w:sz w:val="24"/>
                <w:szCs w:val="24"/>
              </w:rPr>
              <w:t>spółpracy z rodzicami</w:t>
            </w:r>
            <w:r w:rsidRPr="00AC4F1B">
              <w:rPr>
                <w:rFonts w:ascii="Corbel" w:hAnsi="Corbel"/>
                <w:color w:val="000000"/>
                <w:sz w:val="24"/>
                <w:szCs w:val="24"/>
              </w:rPr>
              <w:t>/</w:t>
            </w:r>
            <w:r w:rsidR="00A22928" w:rsidRPr="00AC4F1B">
              <w:rPr>
                <w:rFonts w:ascii="Corbel" w:hAnsi="Corbel"/>
                <w:color w:val="000000"/>
                <w:sz w:val="24"/>
                <w:szCs w:val="24"/>
              </w:rPr>
              <w:t>opiekunami uczniów</w:t>
            </w:r>
            <w:r w:rsidRPr="00AC4F1B">
              <w:rPr>
                <w:rFonts w:ascii="Corbel" w:hAnsi="Corbel"/>
                <w:color w:val="000000"/>
                <w:sz w:val="24"/>
                <w:szCs w:val="24"/>
              </w:rPr>
              <w:t xml:space="preserve"> z niepełnosprawnością intelektualną w stopniu lekkim i </w:t>
            </w:r>
            <w:r w:rsidR="00A22928" w:rsidRPr="00AC4F1B">
              <w:rPr>
                <w:rFonts w:ascii="Corbel" w:hAnsi="Corbel"/>
                <w:color w:val="000000"/>
                <w:sz w:val="24"/>
                <w:szCs w:val="24"/>
              </w:rPr>
              <w:t>specjalistami</w:t>
            </w:r>
            <w:r w:rsidRPr="00AC4F1B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FE5831" w:rsidRPr="00AC4F1B" w:rsidTr="00180444">
        <w:trPr>
          <w:gridBefore w:val="1"/>
          <w:wBefore w:w="29" w:type="dxa"/>
        </w:trPr>
        <w:tc>
          <w:tcPr>
            <w:tcW w:w="9610" w:type="dxa"/>
          </w:tcPr>
          <w:p w:rsidR="00FE5831" w:rsidRPr="00AC4F1B" w:rsidRDefault="00FE5831" w:rsidP="00510CC4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Przegląd i analiza programów zajęć</w:t>
            </w:r>
            <w:r w:rsidR="00EE0336" w:rsidRPr="00AC4F1B">
              <w:rPr>
                <w:rFonts w:ascii="Corbel" w:hAnsi="Corbel"/>
                <w:sz w:val="24"/>
                <w:szCs w:val="24"/>
              </w:rPr>
              <w:t xml:space="preserve"> -symulacja zaj</w:t>
            </w:r>
            <w:r w:rsidR="00180444" w:rsidRPr="00AC4F1B">
              <w:rPr>
                <w:rFonts w:ascii="Corbel" w:hAnsi="Corbel"/>
                <w:sz w:val="24"/>
                <w:szCs w:val="24"/>
              </w:rPr>
              <w:t>ę</w:t>
            </w:r>
            <w:r w:rsidR="00EE0336" w:rsidRPr="00AC4F1B">
              <w:rPr>
                <w:rFonts w:ascii="Corbel" w:hAnsi="Corbel"/>
                <w:sz w:val="24"/>
                <w:szCs w:val="24"/>
              </w:rPr>
              <w:t>ć.</w:t>
            </w:r>
          </w:p>
        </w:tc>
      </w:tr>
      <w:bookmarkEnd w:id="0"/>
    </w:tbl>
    <w:p w:rsidR="0085747A" w:rsidRPr="00AC4F1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C4F1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C4F1B">
        <w:rPr>
          <w:rFonts w:ascii="Corbel" w:hAnsi="Corbel"/>
          <w:smallCaps w:val="0"/>
          <w:szCs w:val="24"/>
        </w:rPr>
        <w:t>3.4 Metody dydaktyczne</w:t>
      </w:r>
      <w:r w:rsidRPr="00AC4F1B">
        <w:rPr>
          <w:rFonts w:ascii="Corbel" w:hAnsi="Corbel"/>
          <w:b w:val="0"/>
          <w:smallCaps w:val="0"/>
          <w:szCs w:val="24"/>
        </w:rPr>
        <w:t xml:space="preserve"> </w:t>
      </w:r>
    </w:p>
    <w:p w:rsidR="003D5205" w:rsidRPr="00AC4F1B" w:rsidRDefault="003D5205" w:rsidP="00180444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AC4F1B">
        <w:rPr>
          <w:rFonts w:ascii="Corbel" w:hAnsi="Corbel"/>
          <w:b w:val="0"/>
          <w:smallCaps w:val="0"/>
          <w:szCs w:val="24"/>
        </w:rPr>
        <w:t>analiza tekstów z dyskusją, praca w grupach (rozwiązywanie zadań, dyskusja), metoda projektów</w:t>
      </w:r>
    </w:p>
    <w:p w:rsidR="00E960BB" w:rsidRPr="00AC4F1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AC4F1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C4F1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C4F1B">
        <w:rPr>
          <w:rFonts w:ascii="Corbel" w:hAnsi="Corbel"/>
          <w:smallCaps w:val="0"/>
          <w:szCs w:val="24"/>
        </w:rPr>
        <w:t xml:space="preserve">4. </w:t>
      </w:r>
      <w:r w:rsidR="0085747A" w:rsidRPr="00AC4F1B">
        <w:rPr>
          <w:rFonts w:ascii="Corbel" w:hAnsi="Corbel"/>
          <w:smallCaps w:val="0"/>
          <w:szCs w:val="24"/>
        </w:rPr>
        <w:t>METODY I KRYTERIA OCENY</w:t>
      </w:r>
      <w:r w:rsidR="009F4610" w:rsidRPr="00AC4F1B">
        <w:rPr>
          <w:rFonts w:ascii="Corbel" w:hAnsi="Corbel"/>
          <w:smallCaps w:val="0"/>
          <w:szCs w:val="24"/>
        </w:rPr>
        <w:t xml:space="preserve"> </w:t>
      </w:r>
    </w:p>
    <w:p w:rsidR="00923D7D" w:rsidRPr="00AC4F1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C4F1B" w:rsidRDefault="0085747A" w:rsidP="0018044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C4F1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C4F1B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C4F1B" w:rsidTr="00DC26AB">
        <w:tc>
          <w:tcPr>
            <w:tcW w:w="1962" w:type="dxa"/>
            <w:vAlign w:val="center"/>
          </w:tcPr>
          <w:p w:rsidR="0085747A" w:rsidRPr="00AC4F1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AC4F1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AC4F1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C4F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85747A" w:rsidRPr="00AC4F1B" w:rsidRDefault="0085747A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80444" w:rsidRPr="00AC4F1B" w:rsidTr="00180444">
        <w:tc>
          <w:tcPr>
            <w:tcW w:w="1962" w:type="dxa"/>
            <w:vAlign w:val="center"/>
          </w:tcPr>
          <w:p w:rsidR="00180444" w:rsidRPr="00AC4F1B" w:rsidRDefault="00180444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:rsidR="00180444" w:rsidRPr="00AC4F1B" w:rsidRDefault="00180444" w:rsidP="001804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 xml:space="preserve">kolokwium, </w:t>
            </w:r>
          </w:p>
          <w:p w:rsidR="00180444" w:rsidRPr="00AC4F1B" w:rsidRDefault="00180444" w:rsidP="001804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>obserwacja w trakcie zajęć, dyskusja, wypowiedź studenta</w:t>
            </w:r>
          </w:p>
        </w:tc>
        <w:tc>
          <w:tcPr>
            <w:tcW w:w="2117" w:type="dxa"/>
            <w:vAlign w:val="center"/>
          </w:tcPr>
          <w:p w:rsidR="00180444" w:rsidRPr="00AC4F1B" w:rsidRDefault="00180444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80444" w:rsidRPr="00AC4F1B" w:rsidTr="00180444">
        <w:tc>
          <w:tcPr>
            <w:tcW w:w="1962" w:type="dxa"/>
            <w:vAlign w:val="center"/>
          </w:tcPr>
          <w:p w:rsidR="00180444" w:rsidRPr="00AC4F1B" w:rsidRDefault="00180444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180444" w:rsidRPr="00AC4F1B" w:rsidRDefault="00180444" w:rsidP="001804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 xml:space="preserve">kolokwium, </w:t>
            </w:r>
          </w:p>
          <w:p w:rsidR="00180444" w:rsidRPr="00AC4F1B" w:rsidRDefault="00180444" w:rsidP="001804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 xml:space="preserve">obserwacja w trakcie zajęć, dyskusja, wypowiedź </w:t>
            </w:r>
            <w:r w:rsidRPr="00AC4F1B">
              <w:rPr>
                <w:rFonts w:ascii="Corbel" w:hAnsi="Corbel"/>
                <w:b w:val="0"/>
                <w:szCs w:val="24"/>
              </w:rPr>
              <w:lastRenderedPageBreak/>
              <w:t>studenta</w:t>
            </w:r>
          </w:p>
        </w:tc>
        <w:tc>
          <w:tcPr>
            <w:tcW w:w="2117" w:type="dxa"/>
            <w:vAlign w:val="center"/>
          </w:tcPr>
          <w:p w:rsidR="00180444" w:rsidRPr="00AC4F1B" w:rsidRDefault="00180444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lastRenderedPageBreak/>
              <w:t>warsztaty</w:t>
            </w:r>
          </w:p>
        </w:tc>
      </w:tr>
      <w:tr w:rsidR="00180444" w:rsidRPr="00AC4F1B" w:rsidTr="0018044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4" w:rsidRPr="00AC4F1B" w:rsidRDefault="00180444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4" w:rsidRPr="00AC4F1B" w:rsidRDefault="00180444" w:rsidP="001804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 xml:space="preserve">kolokwium, </w:t>
            </w:r>
          </w:p>
          <w:p w:rsidR="00180444" w:rsidRPr="00AC4F1B" w:rsidRDefault="00180444" w:rsidP="001804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>obserwacja w trakcie zajęć, dyskusja, 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4" w:rsidRPr="00AC4F1B" w:rsidRDefault="00180444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80444" w:rsidRPr="00AC4F1B" w:rsidTr="0018044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4" w:rsidRPr="00AC4F1B" w:rsidRDefault="00180444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4" w:rsidRPr="00AC4F1B" w:rsidRDefault="00180444" w:rsidP="001804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>praca projektowa, obserwacja w trakcie zajęć, dyskusja, 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4" w:rsidRPr="00AC4F1B" w:rsidRDefault="00180444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80444" w:rsidRPr="00AC4F1B" w:rsidTr="0018044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4" w:rsidRPr="00AC4F1B" w:rsidRDefault="00180444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4" w:rsidRPr="00AC4F1B" w:rsidRDefault="00180444" w:rsidP="001804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>praca projektowa, obserwacja w trakcie zajęć, dyskusja, 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4" w:rsidRPr="00AC4F1B" w:rsidRDefault="00180444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80444" w:rsidRPr="00AC4F1B" w:rsidTr="0018044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4" w:rsidRPr="00AC4F1B" w:rsidRDefault="00180444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4" w:rsidRPr="00AC4F1B" w:rsidRDefault="00180444" w:rsidP="001804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>praca projektowa, obserwacja w trakcie zajęć, dyskusja, 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4" w:rsidRPr="00AC4F1B" w:rsidRDefault="00180444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80444" w:rsidRPr="00AC4F1B" w:rsidTr="0018044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4" w:rsidRPr="00AC4F1B" w:rsidRDefault="00180444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4" w:rsidRPr="00AC4F1B" w:rsidRDefault="00180444" w:rsidP="001804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>praca projektowa, obserwacja w trakcie zajęć, dyskusja, 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4" w:rsidRPr="00AC4F1B" w:rsidRDefault="00180444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80444" w:rsidRPr="00AC4F1B" w:rsidTr="0018044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4" w:rsidRPr="00AC4F1B" w:rsidRDefault="00180444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4" w:rsidRPr="00AC4F1B" w:rsidRDefault="00180444" w:rsidP="001804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>kolokwium, obserwacja w trakcie zajęć, dyskusja, 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4" w:rsidRPr="00AC4F1B" w:rsidRDefault="00180444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80444" w:rsidRPr="00AC4F1B" w:rsidTr="0018044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4" w:rsidRPr="00AC4F1B" w:rsidRDefault="00180444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444" w:rsidRPr="00AC4F1B" w:rsidRDefault="00180444" w:rsidP="001804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>kolokwium, obserwacja w trakcie zajęć, dyskusja, 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444" w:rsidRPr="00AC4F1B" w:rsidRDefault="00180444" w:rsidP="001804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4F1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AC4F1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AC4F1B" w:rsidRDefault="003E1941" w:rsidP="0018044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C4F1B">
        <w:rPr>
          <w:rFonts w:ascii="Corbel" w:hAnsi="Corbel"/>
          <w:smallCaps w:val="0"/>
          <w:szCs w:val="24"/>
        </w:rPr>
        <w:t xml:space="preserve">4.2 </w:t>
      </w:r>
      <w:r w:rsidR="0085747A" w:rsidRPr="00AC4F1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C4F1B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C4F1B" w:rsidTr="00923D7D">
        <w:tc>
          <w:tcPr>
            <w:tcW w:w="9670" w:type="dxa"/>
          </w:tcPr>
          <w:p w:rsidR="003D5205" w:rsidRPr="00AC4F1B" w:rsidRDefault="003D5205" w:rsidP="003D52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>- przygotowanie pracy projektowej (</w:t>
            </w:r>
            <w:r w:rsidRPr="00AC4F1B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konspekt do zajęć)</w:t>
            </w:r>
            <w:r w:rsidR="00510CC4" w:rsidRPr="00AC4F1B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 xml:space="preserve"> -</w:t>
            </w:r>
            <w:r w:rsidRPr="00AC4F1B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 xml:space="preserve"> symulacja zajęć na podstawie przygotowanych konspektów/scenariuszy;</w:t>
            </w:r>
          </w:p>
          <w:p w:rsidR="003632FB" w:rsidRDefault="003D5205" w:rsidP="003632F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>-</w:t>
            </w:r>
            <w:r w:rsidR="00180444"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3632FB">
              <w:rPr>
                <w:rFonts w:ascii="Corbel" w:hAnsi="Corbel"/>
                <w:b w:val="0"/>
                <w:bCs/>
                <w:smallCaps w:val="0"/>
                <w:szCs w:val="24"/>
              </w:rPr>
              <w:t>aktywność</w:t>
            </w:r>
            <w:r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na zajęciach, udział w dyskusji</w:t>
            </w:r>
            <w:r w:rsidR="0051373E" w:rsidRPr="00AC4F1B">
              <w:rPr>
                <w:rFonts w:ascii="Corbel" w:hAnsi="Corbel"/>
                <w:b w:val="0"/>
                <w:bCs/>
                <w:smallCaps w:val="0"/>
                <w:szCs w:val="24"/>
              </w:rPr>
              <w:t>;</w:t>
            </w:r>
          </w:p>
          <w:p w:rsidR="0051373E" w:rsidRPr="003632FB" w:rsidRDefault="003632FB" w:rsidP="00DC26A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-</w:t>
            </w:r>
            <w:r w:rsidRPr="003632F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632F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kolokwium: zaliczenie  w formie testu;  ocenianie wg skali: 0 – 50% pkt. – ndst; 51 – 60% pkt. - dst; 61 – 70% pkt. - plus dst; 71 – 80% pkt. - db; 81 – 90% plus db; 91 – 100% pkt. - bdb </w:t>
            </w:r>
          </w:p>
        </w:tc>
      </w:tr>
    </w:tbl>
    <w:p w:rsidR="0085747A" w:rsidRPr="00AC4F1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C4F1B" w:rsidRDefault="0085747A" w:rsidP="0018044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C4F1B">
        <w:rPr>
          <w:rFonts w:ascii="Corbel" w:hAnsi="Corbel"/>
          <w:b/>
          <w:sz w:val="24"/>
          <w:szCs w:val="24"/>
        </w:rPr>
        <w:t xml:space="preserve">5. </w:t>
      </w:r>
      <w:r w:rsidR="00C61DC5" w:rsidRPr="00AC4F1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C26AB" w:rsidRPr="00AC4F1B" w:rsidTr="003E1941">
        <w:tc>
          <w:tcPr>
            <w:tcW w:w="4962" w:type="dxa"/>
            <w:vAlign w:val="center"/>
          </w:tcPr>
          <w:p w:rsidR="0085747A" w:rsidRPr="00AC4F1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4F1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C4F1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C4F1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AC4F1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4F1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C4F1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C4F1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C4F1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C26AB" w:rsidRPr="00AC4F1B" w:rsidTr="00923D7D">
        <w:tc>
          <w:tcPr>
            <w:tcW w:w="4962" w:type="dxa"/>
          </w:tcPr>
          <w:p w:rsidR="0085747A" w:rsidRPr="00AC4F1B" w:rsidRDefault="00C61DC5" w:rsidP="004574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G</w:t>
            </w:r>
            <w:r w:rsidR="0085747A" w:rsidRPr="00AC4F1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AC4F1B">
              <w:rPr>
                <w:rFonts w:ascii="Corbel" w:hAnsi="Corbel"/>
                <w:sz w:val="24"/>
                <w:szCs w:val="24"/>
              </w:rPr>
              <w:t>z </w:t>
            </w:r>
            <w:r w:rsidR="000A3CDF" w:rsidRPr="00AC4F1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C4F1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AC4F1B" w:rsidRDefault="00F138DD" w:rsidP="001804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C26AB" w:rsidRPr="00AC4F1B" w:rsidTr="00923D7D">
        <w:tc>
          <w:tcPr>
            <w:tcW w:w="4962" w:type="dxa"/>
          </w:tcPr>
          <w:p w:rsidR="00C61DC5" w:rsidRPr="00AC4F1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C4F1B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174BCD" w:rsidRPr="00AC4F1B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AC4F1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udział w konsultacjach,</w:t>
            </w:r>
            <w:r w:rsidR="00174BCD" w:rsidRPr="00AC4F1B">
              <w:rPr>
                <w:rFonts w:ascii="Corbel" w:hAnsi="Corbel"/>
                <w:sz w:val="24"/>
                <w:szCs w:val="24"/>
              </w:rPr>
              <w:t xml:space="preserve"> </w:t>
            </w:r>
            <w:r w:rsidR="00DC26AB" w:rsidRPr="00AC4F1B">
              <w:rPr>
                <w:rFonts w:ascii="Corbel" w:hAnsi="Corbel"/>
                <w:sz w:val="24"/>
                <w:szCs w:val="24"/>
              </w:rPr>
              <w:t>udział w kolokwium</w:t>
            </w:r>
          </w:p>
        </w:tc>
        <w:tc>
          <w:tcPr>
            <w:tcW w:w="4677" w:type="dxa"/>
          </w:tcPr>
          <w:p w:rsidR="00C61DC5" w:rsidRPr="00AC4F1B" w:rsidRDefault="00F138DD" w:rsidP="001804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C26AB" w:rsidRPr="00AC4F1B">
              <w:rPr>
                <w:rFonts w:ascii="Corbel" w:hAnsi="Corbel"/>
                <w:sz w:val="24"/>
                <w:szCs w:val="24"/>
              </w:rPr>
              <w:br/>
              <w:t>1</w:t>
            </w:r>
          </w:p>
        </w:tc>
      </w:tr>
      <w:tr w:rsidR="00DC26AB" w:rsidRPr="00AC4F1B" w:rsidTr="00923D7D">
        <w:tc>
          <w:tcPr>
            <w:tcW w:w="4962" w:type="dxa"/>
          </w:tcPr>
          <w:p w:rsidR="0071620A" w:rsidRPr="00AC4F1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74BCD" w:rsidRPr="00AC4F1B">
              <w:rPr>
                <w:rFonts w:ascii="Corbel" w:hAnsi="Corbel"/>
                <w:sz w:val="24"/>
                <w:szCs w:val="24"/>
              </w:rPr>
              <w:t>:</w:t>
            </w:r>
          </w:p>
          <w:p w:rsidR="0075010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C61DC5" w:rsidRPr="00AC4F1B" w:rsidRDefault="0075010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DC26AB" w:rsidRPr="00AC4F1B">
              <w:rPr>
                <w:rFonts w:ascii="Corbel" w:hAnsi="Corbel"/>
                <w:sz w:val="24"/>
                <w:szCs w:val="24"/>
              </w:rPr>
              <w:t xml:space="preserve">tudiowanie literatury,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3D5205" w:rsidRPr="00AC4F1B">
              <w:rPr>
                <w:rFonts w:ascii="Corbel" w:hAnsi="Corbel"/>
                <w:sz w:val="24"/>
                <w:szCs w:val="24"/>
              </w:rPr>
              <w:t xml:space="preserve">przygotowanie projektu, </w:t>
            </w:r>
            <w:r w:rsidR="001F675E">
              <w:rPr>
                <w:rFonts w:ascii="Corbel" w:hAnsi="Corbel"/>
                <w:sz w:val="24"/>
                <w:szCs w:val="24"/>
              </w:rPr>
              <w:br/>
            </w:r>
            <w:r w:rsidR="00DC26AB" w:rsidRPr="00AC4F1B">
              <w:rPr>
                <w:rFonts w:ascii="Corbel" w:hAnsi="Corbel"/>
                <w:sz w:val="24"/>
                <w:szCs w:val="24"/>
              </w:rPr>
              <w:t>przygotowanie do kolokwium</w:t>
            </w:r>
          </w:p>
        </w:tc>
        <w:tc>
          <w:tcPr>
            <w:tcW w:w="4677" w:type="dxa"/>
          </w:tcPr>
          <w:p w:rsidR="00C61DC5" w:rsidRPr="00AC4F1B" w:rsidRDefault="001F675E" w:rsidP="001804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750100">
              <w:rPr>
                <w:rFonts w:ascii="Corbel" w:hAnsi="Corbel"/>
                <w:sz w:val="24"/>
                <w:szCs w:val="24"/>
              </w:rPr>
              <w:t>10</w:t>
            </w:r>
            <w:r>
              <w:rPr>
                <w:rFonts w:ascii="Corbel" w:hAnsi="Corbel"/>
                <w:sz w:val="24"/>
                <w:szCs w:val="24"/>
              </w:rPr>
              <w:br/>
              <w:t>1</w:t>
            </w:r>
            <w:r w:rsidR="00F138DD">
              <w:rPr>
                <w:rFonts w:ascii="Corbel" w:hAnsi="Corbel"/>
                <w:sz w:val="24"/>
                <w:szCs w:val="24"/>
              </w:rPr>
              <w:t>3</w:t>
            </w:r>
            <w:r>
              <w:rPr>
                <w:rFonts w:ascii="Corbel" w:hAnsi="Corbel"/>
                <w:sz w:val="24"/>
                <w:szCs w:val="24"/>
              </w:rPr>
              <w:br/>
              <w:t>10</w:t>
            </w:r>
            <w:r w:rsidR="00750100">
              <w:rPr>
                <w:rFonts w:ascii="Corbel" w:hAnsi="Corbel"/>
                <w:sz w:val="24"/>
                <w:szCs w:val="24"/>
              </w:rPr>
              <w:br/>
              <w:t>10</w:t>
            </w:r>
          </w:p>
        </w:tc>
      </w:tr>
      <w:tr w:rsidR="00DC26AB" w:rsidRPr="00AC4F1B" w:rsidTr="00923D7D">
        <w:tc>
          <w:tcPr>
            <w:tcW w:w="4962" w:type="dxa"/>
          </w:tcPr>
          <w:p w:rsidR="0085747A" w:rsidRPr="00AC4F1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AC4F1B" w:rsidRDefault="00DC26AB" w:rsidP="001804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C4F1B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DC26AB" w:rsidRPr="00AC4F1B" w:rsidTr="00923D7D">
        <w:tc>
          <w:tcPr>
            <w:tcW w:w="4962" w:type="dxa"/>
          </w:tcPr>
          <w:p w:rsidR="0085747A" w:rsidRPr="00AC4F1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C4F1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AC4F1B" w:rsidRDefault="00DC26AB" w:rsidP="001804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4F1B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AC4F1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C4F1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C4F1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AC4F1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C4F1B" w:rsidRDefault="0071620A" w:rsidP="00174BC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C4F1B">
        <w:rPr>
          <w:rFonts w:ascii="Corbel" w:hAnsi="Corbel"/>
          <w:smallCaps w:val="0"/>
          <w:szCs w:val="24"/>
        </w:rPr>
        <w:t xml:space="preserve">6. </w:t>
      </w:r>
      <w:r w:rsidR="0085747A" w:rsidRPr="00AC4F1B">
        <w:rPr>
          <w:rFonts w:ascii="Corbel" w:hAnsi="Corbel"/>
          <w:smallCaps w:val="0"/>
          <w:szCs w:val="24"/>
        </w:rPr>
        <w:t>PRAKTYKI ZAWO</w:t>
      </w:r>
      <w:r w:rsidR="009D3F3B" w:rsidRPr="00AC4F1B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AC4F1B" w:rsidTr="007B401D">
        <w:trPr>
          <w:trHeight w:val="397"/>
        </w:trPr>
        <w:tc>
          <w:tcPr>
            <w:tcW w:w="4111" w:type="dxa"/>
          </w:tcPr>
          <w:p w:rsidR="0085747A" w:rsidRPr="00AC4F1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AC4F1B" w:rsidRDefault="00174BCD" w:rsidP="00174B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AC4F1B" w:rsidTr="007B401D">
        <w:trPr>
          <w:trHeight w:val="397"/>
        </w:trPr>
        <w:tc>
          <w:tcPr>
            <w:tcW w:w="4111" w:type="dxa"/>
          </w:tcPr>
          <w:p w:rsidR="0085747A" w:rsidRPr="00AC4F1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AC4F1B" w:rsidRDefault="00174BCD" w:rsidP="00174B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4F1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AC4F1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AC4F1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C4F1B">
        <w:rPr>
          <w:rFonts w:ascii="Corbel" w:hAnsi="Corbel"/>
          <w:smallCaps w:val="0"/>
          <w:szCs w:val="24"/>
        </w:rPr>
        <w:t xml:space="preserve">7. </w:t>
      </w:r>
      <w:r w:rsidR="0085747A" w:rsidRPr="00AC4F1B">
        <w:rPr>
          <w:rFonts w:ascii="Corbel" w:hAnsi="Corbel"/>
          <w:smallCaps w:val="0"/>
          <w:szCs w:val="24"/>
        </w:rPr>
        <w:t>LITERATURA</w:t>
      </w:r>
      <w:r w:rsidRPr="00AC4F1B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117C4" w:rsidRPr="00AC4F1B" w:rsidTr="00174BCD">
        <w:trPr>
          <w:trHeight w:val="397"/>
        </w:trPr>
        <w:tc>
          <w:tcPr>
            <w:tcW w:w="9639" w:type="dxa"/>
            <w:vAlign w:val="center"/>
          </w:tcPr>
          <w:p w:rsidR="005117C4" w:rsidRPr="00AC4F1B" w:rsidRDefault="005117C4" w:rsidP="005117C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Cs/>
                <w:smallCaps w:val="0"/>
                <w:color w:val="000000"/>
                <w:szCs w:val="24"/>
                <w:lang w:eastAsia="pl-PL"/>
              </w:rPr>
            </w:pPr>
            <w:r w:rsidRPr="00AC4F1B">
              <w:rPr>
                <w:rFonts w:ascii="Corbel" w:eastAsia="Times New Roman" w:hAnsi="Corbel"/>
                <w:bCs/>
                <w:smallCaps w:val="0"/>
                <w:color w:val="000000"/>
                <w:szCs w:val="24"/>
                <w:lang w:eastAsia="pl-PL"/>
              </w:rPr>
              <w:lastRenderedPageBreak/>
              <w:t>Literatura podstawowa:</w:t>
            </w:r>
          </w:p>
          <w:p w:rsidR="005117C4" w:rsidRPr="00AC4F1B" w:rsidRDefault="005117C4" w:rsidP="005117C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</w:pPr>
            <w:r w:rsidRPr="00AC4F1B"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  <w:t xml:space="preserve">Byers R., Rose R.: </w:t>
            </w:r>
            <w:r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>Jak zaplanować pracę z dziećmi o specjalnych potrzebach edukacyjnych. Opracowanie metodyczne dla nauczycieli</w:t>
            </w:r>
            <w:r w:rsidRPr="00AC4F1B"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  <w:t>. Warszawa 2002.</w:t>
            </w:r>
          </w:p>
          <w:p w:rsidR="005117C4" w:rsidRPr="00AC4F1B" w:rsidRDefault="005117C4" w:rsidP="005117C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</w:pPr>
            <w:r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Głodkowska, J.: </w:t>
            </w:r>
            <w:r w:rsidRPr="00AC4F1B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Poznanie ucznia szkoły specjalnej</w:t>
            </w:r>
            <w:r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 Warszawa: WSiP 1999.</w:t>
            </w:r>
          </w:p>
          <w:p w:rsidR="005117C4" w:rsidRPr="00AC4F1B" w:rsidRDefault="005117C4" w:rsidP="005117C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</w:pPr>
            <w:r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Głodkowska, J. (red.).: </w:t>
            </w:r>
            <w:r w:rsidRPr="00AC4F1B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Uczeń ze specjalnymi potrzebami edukacyjnymi w szkole ogólnodostępnej</w:t>
            </w:r>
            <w:r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 Warszawa: APS 2011.</w:t>
            </w:r>
          </w:p>
          <w:p w:rsidR="005117C4" w:rsidRPr="00AC4F1B" w:rsidRDefault="005117C4" w:rsidP="005117C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</w:pPr>
            <w:r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Smykowska, D.: </w:t>
            </w:r>
            <w:r w:rsidRPr="00AC4F1B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Materiały metodyczne do nauczania dzieci i młodzieży niepełnosprawnych intelektualnie w stopniu lekkim</w:t>
            </w:r>
            <w:r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 Kraków: Impuls 2006.</w:t>
            </w:r>
          </w:p>
          <w:p w:rsidR="005117C4" w:rsidRPr="00AC4F1B" w:rsidRDefault="005117C4" w:rsidP="005117C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</w:pPr>
            <w:r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Stawowy-Wojnarowska ,I.(red.).: </w:t>
            </w:r>
            <w:r w:rsidRPr="00AC4F1B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Nauczanie w klasach 4-8 szkoły specjalnej</w:t>
            </w:r>
            <w:r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 Warszawa: WSiP 1990.</w:t>
            </w:r>
          </w:p>
          <w:p w:rsidR="005117C4" w:rsidRPr="00AC4F1B" w:rsidRDefault="005117C4" w:rsidP="005117C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</w:pPr>
            <w:r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Tkaczyk, G., Serafin, T. (red.).: </w:t>
            </w:r>
            <w:r w:rsidRPr="00AC4F1B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Poradnik metodyczny dla nauczycieli kształcących uczniów z upośledzeniem umysłowym w stopniu lekkim w szkołach ogólnodostępnych i integracyjnych</w:t>
            </w:r>
            <w:r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 Warszawa: MEN 2001.</w:t>
            </w:r>
          </w:p>
          <w:p w:rsidR="005117C4" w:rsidRPr="00AC4F1B" w:rsidRDefault="005117C4" w:rsidP="00174BCD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</w:pPr>
            <w:r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Węglińska, M.: </w:t>
            </w:r>
            <w:r w:rsidRPr="00AC4F1B"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  <w:t>Jak przygotować się do lekcji? Wybór materiałów dydaktycznych</w:t>
            </w:r>
            <w:r w:rsidRPr="00AC4F1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 Kraków: Impuls 2005.</w:t>
            </w:r>
          </w:p>
        </w:tc>
      </w:tr>
      <w:tr w:rsidR="0085747A" w:rsidRPr="00AC4F1B" w:rsidTr="00174BCD">
        <w:trPr>
          <w:trHeight w:val="397"/>
        </w:trPr>
        <w:tc>
          <w:tcPr>
            <w:tcW w:w="9639" w:type="dxa"/>
          </w:tcPr>
          <w:p w:rsidR="0085747A" w:rsidRPr="00AC4F1B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i/>
                <w:smallCaps w:val="0"/>
                <w:szCs w:val="24"/>
              </w:rPr>
            </w:pPr>
            <w:r w:rsidRPr="00AC4F1B">
              <w:rPr>
                <w:rFonts w:ascii="Corbel" w:hAnsi="Corbel"/>
                <w:bCs/>
                <w:smallCaps w:val="0"/>
                <w:szCs w:val="24"/>
              </w:rPr>
              <w:t xml:space="preserve">Literatura </w:t>
            </w:r>
            <w:r w:rsidRPr="00AC4F1B">
              <w:rPr>
                <w:rFonts w:ascii="Corbel" w:hAnsi="Corbel"/>
                <w:bCs/>
                <w:i/>
                <w:smallCaps w:val="0"/>
                <w:szCs w:val="24"/>
              </w:rPr>
              <w:t xml:space="preserve">uzupełniająca: </w:t>
            </w:r>
          </w:p>
          <w:p w:rsidR="005117C4" w:rsidRPr="00AC4F1B" w:rsidRDefault="005117C4" w:rsidP="005117C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</w:pPr>
            <w:r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>Jurek A.: Rozwój dziecka a metody nauczania czytania i</w:t>
            </w:r>
            <w:r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br/>
              <w:t>pisania.</w:t>
            </w:r>
            <w:r w:rsidRPr="00AC4F1B"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  <w:t xml:space="preserve"> Gdańsk 2012.</w:t>
            </w:r>
          </w:p>
          <w:p w:rsidR="005117C4" w:rsidRPr="00AC4F1B" w:rsidRDefault="005117C4" w:rsidP="005117C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C4F1B"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  <w:t>Kosakowski Cz. (red</w:t>
            </w:r>
            <w:r w:rsidR="00174BCD" w:rsidRPr="00AC4F1B"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  <w:t xml:space="preserve">.): </w:t>
            </w:r>
            <w:r w:rsidR="00174BCD"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 xml:space="preserve">Nauczanie i wychowanie osób </w:t>
            </w:r>
            <w:r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>lekko upośledzonych umysłowo</w:t>
            </w:r>
            <w:r w:rsidRPr="00AC4F1B"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  <w:t>. Toruń 2001.</w:t>
            </w:r>
          </w:p>
          <w:p w:rsidR="005117C4" w:rsidRPr="00AC4F1B" w:rsidRDefault="005117C4" w:rsidP="005117C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C4F1B"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  <w:t xml:space="preserve">Pasternak E.: </w:t>
            </w:r>
            <w:r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>M</w:t>
            </w:r>
            <w:r w:rsidR="00174BCD"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 xml:space="preserve">ateriały z metodyki kształcenia </w:t>
            </w:r>
            <w:r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>upośledzonych umy</w:t>
            </w:r>
            <w:r w:rsidR="00174BCD"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 xml:space="preserve">słowo w stopniu lekkim w szkole </w:t>
            </w:r>
            <w:r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>specjalnej</w:t>
            </w:r>
            <w:r w:rsidRPr="00AC4F1B"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  <w:t>. Lublin 1994.</w:t>
            </w:r>
          </w:p>
          <w:p w:rsidR="005117C4" w:rsidRPr="00AC4F1B" w:rsidRDefault="005117C4" w:rsidP="005117C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C4F1B"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  <w:t>Sadowska</w:t>
            </w:r>
            <w:r w:rsidR="00174BCD" w:rsidRPr="00AC4F1B"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  <w:t xml:space="preserve"> S. (red.): </w:t>
            </w:r>
            <w:r w:rsidR="00174BCD"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 xml:space="preserve">Nauczanie uczniów z </w:t>
            </w:r>
            <w:r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 xml:space="preserve">niepełnosprawnością </w:t>
            </w:r>
            <w:r w:rsidR="00174BCD"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 xml:space="preserve">intelektualną w stopniu lekkim. </w:t>
            </w:r>
            <w:r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>Wybrane problemy teorii i praktyki</w:t>
            </w:r>
            <w:r w:rsidRPr="00AC4F1B"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  <w:t>. Toruń 2006.</w:t>
            </w:r>
          </w:p>
          <w:p w:rsidR="005117C4" w:rsidRPr="00AC4F1B" w:rsidRDefault="005117C4" w:rsidP="005117C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C4F1B"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  <w:t xml:space="preserve">Siwek H.: </w:t>
            </w:r>
            <w:r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 xml:space="preserve">Możliwości matematyczne uczniów </w:t>
            </w:r>
            <w:r w:rsidR="00174BCD"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 xml:space="preserve">szkoły </w:t>
            </w:r>
            <w:r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>specjalnej</w:t>
            </w:r>
            <w:r w:rsidRPr="00AC4F1B"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  <w:t>. Warszawa 1995.</w:t>
            </w:r>
          </w:p>
          <w:p w:rsidR="005117C4" w:rsidRPr="00AC4F1B" w:rsidRDefault="005117C4" w:rsidP="005117C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C4F1B"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  <w:t xml:space="preserve">Speck O.: </w:t>
            </w:r>
            <w:r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>Osoby z nie</w:t>
            </w:r>
            <w:r w:rsidR="00174BCD"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 xml:space="preserve">pełnosprawnością intelektualną. </w:t>
            </w:r>
            <w:r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>Podręcznik dla celó</w:t>
            </w:r>
            <w:r w:rsidR="00174BCD"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>w wychowawczych i edukacyjnych</w:t>
            </w:r>
            <w:r w:rsidR="00174BCD" w:rsidRPr="00AC4F1B"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  <w:t xml:space="preserve">. </w:t>
            </w:r>
            <w:r w:rsidRPr="00AC4F1B"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  <w:t>Gdańsk 2015.</w:t>
            </w:r>
          </w:p>
          <w:p w:rsidR="005117C4" w:rsidRPr="00AC4F1B" w:rsidRDefault="005117C4" w:rsidP="005117C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C4F1B"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  <w:t xml:space="preserve">Tkaczyk G.: </w:t>
            </w:r>
            <w:r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>Wybrane zag</w:t>
            </w:r>
            <w:r w:rsidR="00174BCD"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 xml:space="preserve">adnienia z metodyki nauczania i </w:t>
            </w:r>
            <w:r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>wychowania upośledzonych umysłowo.</w:t>
            </w:r>
            <w:r w:rsidRPr="00AC4F1B"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  <w:t xml:space="preserve"> Lublin 1997.</w:t>
            </w:r>
          </w:p>
          <w:p w:rsidR="005117C4" w:rsidRPr="00AC4F1B" w:rsidRDefault="005117C4" w:rsidP="00174BCD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C4F1B"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  <w:t xml:space="preserve">Tkaczyk G.: </w:t>
            </w:r>
            <w:r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>P</w:t>
            </w:r>
            <w:r w:rsidR="00174BCD"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 xml:space="preserve">roblemy uczenia się, nauczania, </w:t>
            </w:r>
            <w:r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>wychowania i rehabil</w:t>
            </w:r>
            <w:r w:rsidR="00174BCD"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 xml:space="preserve">itacji dzieci niepełnosprawnych </w:t>
            </w:r>
            <w:r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>intelektualnie w konte</w:t>
            </w:r>
            <w:r w:rsidR="00174BCD"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 xml:space="preserve">kście aplikacji metody ośrodków </w:t>
            </w:r>
            <w:r w:rsidRPr="00AC4F1B">
              <w:rPr>
                <w:rFonts w:ascii="Corbel" w:eastAsia="Times New Roman" w:hAnsi="Corbel"/>
                <w:b w:val="0"/>
                <w:bCs/>
                <w:i/>
                <w:smallCaps w:val="0"/>
                <w:color w:val="000000"/>
                <w:szCs w:val="24"/>
                <w:lang w:eastAsia="pl-PL"/>
              </w:rPr>
              <w:t>pracy</w:t>
            </w:r>
            <w:r w:rsidRPr="00AC4F1B">
              <w:rPr>
                <w:rFonts w:ascii="Corbel" w:eastAsia="Times New Roman" w:hAnsi="Corbel"/>
                <w:b w:val="0"/>
                <w:bCs/>
                <w:smallCaps w:val="0"/>
                <w:color w:val="000000"/>
                <w:szCs w:val="24"/>
                <w:lang w:eastAsia="pl-PL"/>
              </w:rPr>
              <w:t>. Lublin 2003.</w:t>
            </w:r>
          </w:p>
        </w:tc>
      </w:tr>
    </w:tbl>
    <w:p w:rsidR="0085747A" w:rsidRPr="00AC4F1B" w:rsidRDefault="0085747A" w:rsidP="00174BCD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:rsidR="0085747A" w:rsidRPr="00AC4F1B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AC4F1B">
        <w:rPr>
          <w:rFonts w:ascii="Corbel" w:hAnsi="Corbel"/>
          <w:b w:val="0"/>
          <w:bCs/>
          <w:smallCaps w:val="0"/>
          <w:szCs w:val="24"/>
        </w:rPr>
        <w:t>Akceptacja Kierownika Jednostki lub osoby up</w:t>
      </w:r>
      <w:r w:rsidRPr="00AC4F1B">
        <w:rPr>
          <w:rFonts w:ascii="Corbel" w:hAnsi="Corbel"/>
          <w:b w:val="0"/>
          <w:smallCaps w:val="0"/>
          <w:szCs w:val="24"/>
        </w:rPr>
        <w:t>oważnionej</w:t>
      </w:r>
    </w:p>
    <w:p w:rsidR="007B401D" w:rsidRPr="00AC4F1B" w:rsidRDefault="007B401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B401D" w:rsidRPr="00AC4F1B" w:rsidRDefault="007B401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B401D" w:rsidRPr="00AC4F1B" w:rsidRDefault="007B401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B401D" w:rsidRPr="00AC4F1B" w:rsidRDefault="007B401D" w:rsidP="007B401D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7B401D" w:rsidRPr="00AC4F1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16849" w:rsidRDefault="00D16849" w:rsidP="00C16ABF">
      <w:pPr>
        <w:spacing w:after="0" w:line="240" w:lineRule="auto"/>
      </w:pPr>
      <w:r>
        <w:separator/>
      </w:r>
    </w:p>
  </w:endnote>
  <w:endnote w:type="continuationSeparator" w:id="0">
    <w:p w:rsidR="00D16849" w:rsidRDefault="00D1684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Sans">
    <w:altName w:val="Cambria"/>
    <w:panose1 w:val="00000000000000000000"/>
    <w:charset w:val="00"/>
    <w:family w:val="roman"/>
    <w:notTrueType/>
    <w:pitch w:val="default"/>
  </w:font>
  <w:font w:name="DejaVuSans-Oblique">
    <w:altName w:val="Cambria"/>
    <w:panose1 w:val="00000000000000000000"/>
    <w:charset w:val="00"/>
    <w:family w:val="roman"/>
    <w:notTrueType/>
    <w:pitch w:val="default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16849" w:rsidRDefault="00D16849" w:rsidP="00C16ABF">
      <w:pPr>
        <w:spacing w:after="0" w:line="240" w:lineRule="auto"/>
      </w:pPr>
      <w:r>
        <w:separator/>
      </w:r>
    </w:p>
  </w:footnote>
  <w:footnote w:type="continuationSeparator" w:id="0">
    <w:p w:rsidR="00D16849" w:rsidRDefault="00D1684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2163A5"/>
    <w:multiLevelType w:val="hybridMultilevel"/>
    <w:tmpl w:val="1458D6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C54235"/>
    <w:multiLevelType w:val="hybridMultilevel"/>
    <w:tmpl w:val="84D8BAC8"/>
    <w:lvl w:ilvl="0" w:tplc="17EACC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907AA2"/>
    <w:multiLevelType w:val="hybridMultilevel"/>
    <w:tmpl w:val="E436A1B4"/>
    <w:lvl w:ilvl="0" w:tplc="8C56492E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8E4F04"/>
    <w:multiLevelType w:val="hybridMultilevel"/>
    <w:tmpl w:val="E436A1B4"/>
    <w:lvl w:ilvl="0" w:tplc="8C56492E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3411115">
    <w:abstractNumId w:val="0"/>
  </w:num>
  <w:num w:numId="2" w16cid:durableId="665784089">
    <w:abstractNumId w:val="3"/>
  </w:num>
  <w:num w:numId="3" w16cid:durableId="671836695">
    <w:abstractNumId w:val="2"/>
  </w:num>
  <w:num w:numId="4" w16cid:durableId="1606420848">
    <w:abstractNumId w:val="4"/>
  </w:num>
  <w:num w:numId="5" w16cid:durableId="98477142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382"/>
    <w:rsid w:val="00042A51"/>
    <w:rsid w:val="00042D2E"/>
    <w:rsid w:val="00044C82"/>
    <w:rsid w:val="00047191"/>
    <w:rsid w:val="00053811"/>
    <w:rsid w:val="0006324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69F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BCD"/>
    <w:rsid w:val="00176083"/>
    <w:rsid w:val="00180444"/>
    <w:rsid w:val="001921B2"/>
    <w:rsid w:val="00192F37"/>
    <w:rsid w:val="001A70D2"/>
    <w:rsid w:val="001B62DF"/>
    <w:rsid w:val="001D657B"/>
    <w:rsid w:val="001D7B54"/>
    <w:rsid w:val="001E0209"/>
    <w:rsid w:val="001F2CA2"/>
    <w:rsid w:val="001F3F02"/>
    <w:rsid w:val="001F675E"/>
    <w:rsid w:val="00204213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43AF"/>
    <w:rsid w:val="002A22BF"/>
    <w:rsid w:val="002A2389"/>
    <w:rsid w:val="002A4DB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0B8"/>
    <w:rsid w:val="00305C92"/>
    <w:rsid w:val="003151C5"/>
    <w:rsid w:val="0032683F"/>
    <w:rsid w:val="003343CF"/>
    <w:rsid w:val="00346FE9"/>
    <w:rsid w:val="00347093"/>
    <w:rsid w:val="0034759A"/>
    <w:rsid w:val="003503F6"/>
    <w:rsid w:val="003530DD"/>
    <w:rsid w:val="003632FB"/>
    <w:rsid w:val="00363F78"/>
    <w:rsid w:val="003A0A5B"/>
    <w:rsid w:val="003A1176"/>
    <w:rsid w:val="003C0BAE"/>
    <w:rsid w:val="003D18A9"/>
    <w:rsid w:val="003D5205"/>
    <w:rsid w:val="003D6CE2"/>
    <w:rsid w:val="003E1941"/>
    <w:rsid w:val="003E2FE6"/>
    <w:rsid w:val="003E49D5"/>
    <w:rsid w:val="003F060F"/>
    <w:rsid w:val="003F18FC"/>
    <w:rsid w:val="003F205D"/>
    <w:rsid w:val="003F38C0"/>
    <w:rsid w:val="00410798"/>
    <w:rsid w:val="00414E3C"/>
    <w:rsid w:val="0042244A"/>
    <w:rsid w:val="0042745A"/>
    <w:rsid w:val="00431D5C"/>
    <w:rsid w:val="004362C6"/>
    <w:rsid w:val="00437FA2"/>
    <w:rsid w:val="00445970"/>
    <w:rsid w:val="00447431"/>
    <w:rsid w:val="00452AC9"/>
    <w:rsid w:val="00453223"/>
    <w:rsid w:val="00457424"/>
    <w:rsid w:val="0046168C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CF2"/>
    <w:rsid w:val="004F1551"/>
    <w:rsid w:val="004F55A3"/>
    <w:rsid w:val="0050496F"/>
    <w:rsid w:val="00510CC4"/>
    <w:rsid w:val="005117C4"/>
    <w:rsid w:val="0051373E"/>
    <w:rsid w:val="00513B6F"/>
    <w:rsid w:val="00514DDF"/>
    <w:rsid w:val="00517C63"/>
    <w:rsid w:val="005363C4"/>
    <w:rsid w:val="00536BDE"/>
    <w:rsid w:val="00543ACC"/>
    <w:rsid w:val="00562A44"/>
    <w:rsid w:val="0056696D"/>
    <w:rsid w:val="0059484D"/>
    <w:rsid w:val="00597F81"/>
    <w:rsid w:val="005A0855"/>
    <w:rsid w:val="005A3196"/>
    <w:rsid w:val="005B293A"/>
    <w:rsid w:val="005C080F"/>
    <w:rsid w:val="005C55E5"/>
    <w:rsid w:val="005C696A"/>
    <w:rsid w:val="005E6E85"/>
    <w:rsid w:val="005F31D2"/>
    <w:rsid w:val="0061029B"/>
    <w:rsid w:val="0061071F"/>
    <w:rsid w:val="00617230"/>
    <w:rsid w:val="00621CE1"/>
    <w:rsid w:val="00627FC9"/>
    <w:rsid w:val="00647FA8"/>
    <w:rsid w:val="00650C5F"/>
    <w:rsid w:val="00654468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F25"/>
    <w:rsid w:val="00724677"/>
    <w:rsid w:val="00725459"/>
    <w:rsid w:val="007327BD"/>
    <w:rsid w:val="00734608"/>
    <w:rsid w:val="00745302"/>
    <w:rsid w:val="007461D6"/>
    <w:rsid w:val="00746EC8"/>
    <w:rsid w:val="00750100"/>
    <w:rsid w:val="00763BF1"/>
    <w:rsid w:val="00766FD4"/>
    <w:rsid w:val="0078168C"/>
    <w:rsid w:val="0078630E"/>
    <w:rsid w:val="00787C2A"/>
    <w:rsid w:val="00790E27"/>
    <w:rsid w:val="007A265C"/>
    <w:rsid w:val="007A4022"/>
    <w:rsid w:val="007A6E6E"/>
    <w:rsid w:val="007B401D"/>
    <w:rsid w:val="007B7FDF"/>
    <w:rsid w:val="007C3299"/>
    <w:rsid w:val="007C3BCC"/>
    <w:rsid w:val="007C4546"/>
    <w:rsid w:val="007D6E56"/>
    <w:rsid w:val="007E63BA"/>
    <w:rsid w:val="007F4155"/>
    <w:rsid w:val="0081554D"/>
    <w:rsid w:val="0081707E"/>
    <w:rsid w:val="008341C7"/>
    <w:rsid w:val="008449B3"/>
    <w:rsid w:val="00846C35"/>
    <w:rsid w:val="008552A2"/>
    <w:rsid w:val="0085747A"/>
    <w:rsid w:val="00865456"/>
    <w:rsid w:val="00877AE9"/>
    <w:rsid w:val="00884922"/>
    <w:rsid w:val="00885F64"/>
    <w:rsid w:val="008917F9"/>
    <w:rsid w:val="008969F9"/>
    <w:rsid w:val="008A45F7"/>
    <w:rsid w:val="008A6CFE"/>
    <w:rsid w:val="008C0CC0"/>
    <w:rsid w:val="008C155D"/>
    <w:rsid w:val="008C19A9"/>
    <w:rsid w:val="008C379D"/>
    <w:rsid w:val="008C5147"/>
    <w:rsid w:val="008C5359"/>
    <w:rsid w:val="008C5363"/>
    <w:rsid w:val="008D3DFB"/>
    <w:rsid w:val="008D5E55"/>
    <w:rsid w:val="008E64F4"/>
    <w:rsid w:val="008F12C9"/>
    <w:rsid w:val="008F6E29"/>
    <w:rsid w:val="00916188"/>
    <w:rsid w:val="00923D7D"/>
    <w:rsid w:val="00935675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2928"/>
    <w:rsid w:val="00A30110"/>
    <w:rsid w:val="00A36899"/>
    <w:rsid w:val="00A371F6"/>
    <w:rsid w:val="00A43BF6"/>
    <w:rsid w:val="00A53FA5"/>
    <w:rsid w:val="00A54817"/>
    <w:rsid w:val="00A601C8"/>
    <w:rsid w:val="00A60799"/>
    <w:rsid w:val="00A72931"/>
    <w:rsid w:val="00A84C85"/>
    <w:rsid w:val="00A97DE1"/>
    <w:rsid w:val="00AA510E"/>
    <w:rsid w:val="00AB053C"/>
    <w:rsid w:val="00AC4F1B"/>
    <w:rsid w:val="00AD1146"/>
    <w:rsid w:val="00AD27D3"/>
    <w:rsid w:val="00AD66D6"/>
    <w:rsid w:val="00AE1160"/>
    <w:rsid w:val="00AE203C"/>
    <w:rsid w:val="00AE2E74"/>
    <w:rsid w:val="00AE5FCB"/>
    <w:rsid w:val="00AF2C1E"/>
    <w:rsid w:val="00AF60AE"/>
    <w:rsid w:val="00B06142"/>
    <w:rsid w:val="00B135B1"/>
    <w:rsid w:val="00B15303"/>
    <w:rsid w:val="00B17834"/>
    <w:rsid w:val="00B3130B"/>
    <w:rsid w:val="00B40ADB"/>
    <w:rsid w:val="00B43B77"/>
    <w:rsid w:val="00B43E80"/>
    <w:rsid w:val="00B57C95"/>
    <w:rsid w:val="00B607DB"/>
    <w:rsid w:val="00B64526"/>
    <w:rsid w:val="00B66529"/>
    <w:rsid w:val="00B75946"/>
    <w:rsid w:val="00B8056E"/>
    <w:rsid w:val="00B819C8"/>
    <w:rsid w:val="00B82308"/>
    <w:rsid w:val="00B865BD"/>
    <w:rsid w:val="00B90885"/>
    <w:rsid w:val="00BB520A"/>
    <w:rsid w:val="00BB6945"/>
    <w:rsid w:val="00BD0298"/>
    <w:rsid w:val="00BD3869"/>
    <w:rsid w:val="00BD66E9"/>
    <w:rsid w:val="00BD6FF4"/>
    <w:rsid w:val="00BF2C41"/>
    <w:rsid w:val="00C058B4"/>
    <w:rsid w:val="00C05F44"/>
    <w:rsid w:val="00C131B5"/>
    <w:rsid w:val="00C14E50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42BC"/>
    <w:rsid w:val="00C94B98"/>
    <w:rsid w:val="00CA2B96"/>
    <w:rsid w:val="00CA5089"/>
    <w:rsid w:val="00CB336B"/>
    <w:rsid w:val="00CD0FBE"/>
    <w:rsid w:val="00CD6897"/>
    <w:rsid w:val="00CE5BAC"/>
    <w:rsid w:val="00CF25BE"/>
    <w:rsid w:val="00CF78ED"/>
    <w:rsid w:val="00D02B25"/>
    <w:rsid w:val="00D02EBA"/>
    <w:rsid w:val="00D16849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4466"/>
    <w:rsid w:val="00D8678B"/>
    <w:rsid w:val="00DA2114"/>
    <w:rsid w:val="00DC26AB"/>
    <w:rsid w:val="00DE09C0"/>
    <w:rsid w:val="00DE4901"/>
    <w:rsid w:val="00DE4A14"/>
    <w:rsid w:val="00DF320D"/>
    <w:rsid w:val="00DF71C8"/>
    <w:rsid w:val="00E129B8"/>
    <w:rsid w:val="00E21E7D"/>
    <w:rsid w:val="00E22FBC"/>
    <w:rsid w:val="00E24BF5"/>
    <w:rsid w:val="00E25338"/>
    <w:rsid w:val="00E30E1F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6B7E"/>
    <w:rsid w:val="00EC4899"/>
    <w:rsid w:val="00ED03AB"/>
    <w:rsid w:val="00ED32D2"/>
    <w:rsid w:val="00EE0336"/>
    <w:rsid w:val="00EE11C9"/>
    <w:rsid w:val="00EE32DE"/>
    <w:rsid w:val="00EE5457"/>
    <w:rsid w:val="00F070AB"/>
    <w:rsid w:val="00F12AFD"/>
    <w:rsid w:val="00F138DD"/>
    <w:rsid w:val="00F17567"/>
    <w:rsid w:val="00F27A7B"/>
    <w:rsid w:val="00F526AF"/>
    <w:rsid w:val="00F617C3"/>
    <w:rsid w:val="00F7066B"/>
    <w:rsid w:val="00F83B28"/>
    <w:rsid w:val="00F974DA"/>
    <w:rsid w:val="00FA46E5"/>
    <w:rsid w:val="00FB2EBA"/>
    <w:rsid w:val="00FB7DBA"/>
    <w:rsid w:val="00FC1C25"/>
    <w:rsid w:val="00FC3F45"/>
    <w:rsid w:val="00FD503F"/>
    <w:rsid w:val="00FD555A"/>
    <w:rsid w:val="00FD7589"/>
    <w:rsid w:val="00FE5831"/>
    <w:rsid w:val="00FE6048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5CE94"/>
  <w15:docId w15:val="{E1387107-6B0C-4A13-AF3D-14FC581ED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Domylnaczcionkaakapitu"/>
    <w:rsid w:val="0032683F"/>
    <w:rPr>
      <w:rFonts w:ascii="DejaVuSans" w:hAnsi="DejaVu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5117C4"/>
    <w:rPr>
      <w:rFonts w:ascii="DejaVuSans" w:hAnsi="DejaVuSans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5117C4"/>
    <w:rPr>
      <w:rFonts w:ascii="DejaVuSans-Oblique" w:hAnsi="DejaVuSans-Oblique" w:hint="default"/>
      <w:b w:val="0"/>
      <w:bCs w:val="0"/>
      <w:i w:val="0"/>
      <w:iCs w:val="0"/>
      <w:color w:val="000000"/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5117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0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FFBB6-573D-4F0A-887C-6CB720B81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33</TotalTime>
  <Pages>5</Pages>
  <Words>1449</Words>
  <Characters>8263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Aguś</cp:lastModifiedBy>
  <cp:revision>26</cp:revision>
  <cp:lastPrinted>2019-02-06T12:12:00Z</cp:lastPrinted>
  <dcterms:created xsi:type="dcterms:W3CDTF">2020-02-03T08:06:00Z</dcterms:created>
  <dcterms:modified xsi:type="dcterms:W3CDTF">2025-01-30T20:00:00Z</dcterms:modified>
</cp:coreProperties>
</file>